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5665" w:rsidRDefault="0039673C" w:rsidP="00541B68">
      <w:pPr>
        <w:pStyle w:val="berschrift1"/>
      </w:pPr>
      <w:r>
        <w:t>Test paper</w:t>
      </w:r>
      <w:r w:rsidR="00165665">
        <w:t>*</w:t>
      </w:r>
    </w:p>
    <w:p w:rsidR="00F347FB" w:rsidRPr="006C4610" w:rsidRDefault="00165665" w:rsidP="006C4610">
      <w:pPr>
        <w:pStyle w:val="AuthorList"/>
        <w:rPr>
          <w:kern w:val="16"/>
          <w:lang w:val="fr-FR"/>
        </w:rPr>
      </w:pPr>
      <w:r w:rsidRPr="00EF4E58">
        <w:rPr>
          <w:b/>
          <w:kern w:val="16"/>
          <w:lang w:val="fr-FR"/>
        </w:rPr>
        <w:t>J. Poole</w:t>
      </w:r>
      <w:r w:rsidRPr="009B15A2">
        <w:rPr>
          <w:kern w:val="16"/>
          <w:lang w:val="fr-FR"/>
        </w:rPr>
        <w:t xml:space="preserve">, C. </w:t>
      </w:r>
      <w:r w:rsidRPr="009B15A2">
        <w:rPr>
          <w:lang w:val="fr-FR"/>
        </w:rPr>
        <w:t>Petit</w:t>
      </w:r>
      <w:r w:rsidRPr="009B15A2">
        <w:rPr>
          <w:kern w:val="16"/>
          <w:lang w:val="fr-FR"/>
        </w:rPr>
        <w:t xml:space="preserve">-Jean-Genaz, CERN, Geneva, </w:t>
      </w:r>
      <w:r w:rsidRPr="009B15A2">
        <w:rPr>
          <w:lang w:val="fr-FR"/>
        </w:rPr>
        <w:t>Switzerland</w:t>
      </w:r>
      <w:r w:rsidRPr="009B15A2">
        <w:rPr>
          <w:kern w:val="16"/>
          <w:lang w:val="fr-FR"/>
        </w:rPr>
        <w:br/>
        <w:t>C.</w:t>
      </w:r>
      <w:r w:rsidR="0049346D">
        <w:rPr>
          <w:kern w:val="16"/>
          <w:lang w:val="fr-FR"/>
        </w:rPr>
        <w:t>E.</w:t>
      </w:r>
      <w:r w:rsidRPr="009B15A2">
        <w:rPr>
          <w:kern w:val="16"/>
          <w:lang w:val="fr-FR"/>
        </w:rPr>
        <w:t xml:space="preserve"> Eyberger</w:t>
      </w:r>
      <w:r w:rsidRPr="009B15A2">
        <w:rPr>
          <w:kern w:val="16"/>
          <w:vertAlign w:val="superscript"/>
          <w:lang w:val="fr-FR"/>
        </w:rPr>
        <w:t>#</w:t>
      </w:r>
      <w:r w:rsidRPr="009B15A2">
        <w:rPr>
          <w:kern w:val="16"/>
          <w:lang w:val="fr-FR"/>
        </w:rPr>
        <w:t>, ANL, Argonne, IL 60439, USA</w:t>
      </w:r>
      <w:r w:rsidR="006C4610">
        <w:rPr>
          <w:kern w:val="16"/>
          <w:lang w:val="fr-FR"/>
        </w:rPr>
        <w:br/>
        <w:t>V.R.W. Schaa, GSI</w:t>
      </w:r>
      <w:r w:rsidR="00EF4E58">
        <w:rPr>
          <w:kern w:val="16"/>
          <w:lang w:val="fr-FR"/>
        </w:rPr>
        <w:t xml:space="preserve"> </w:t>
      </w:r>
      <w:r w:rsidR="00F347FB">
        <w:rPr>
          <w:kern w:val="16"/>
          <w:lang w:val="fr-FR"/>
        </w:rPr>
        <w:br/>
        <w:t>T. Satogata, JLab, Newport News, VA 23606, USA</w:t>
      </w:r>
      <w:r w:rsidR="006C4610">
        <w:rPr>
          <w:kern w:val="16"/>
          <w:lang w:val="fr-FR"/>
        </w:rPr>
        <w:br/>
        <w:t>I. Andrian, Elettra, Trieste, Ital</w:t>
      </w:r>
      <w:bookmarkStart w:id="0" w:name="_GoBack"/>
      <w:bookmarkEnd w:id="0"/>
      <w:r w:rsidR="006C4610">
        <w:rPr>
          <w:kern w:val="16"/>
          <w:lang w:val="fr-FR"/>
        </w:rPr>
        <w:t>y</w:t>
      </w:r>
    </w:p>
    <w:p w:rsidR="009201DC" w:rsidRPr="00AA3EDF" w:rsidRDefault="009201DC" w:rsidP="00B36423">
      <w:pPr>
        <w:pStyle w:val="AbstractTitle"/>
        <w:rPr>
          <w:lang w:val="fr-FR"/>
        </w:rPr>
        <w:sectPr w:rsidR="009201DC" w:rsidRPr="00AA3EDF" w:rsidSect="00D90022">
          <w:footnotePr>
            <w:pos w:val="beneathText"/>
            <w:numFmt w:val="chicago"/>
          </w:footnotePr>
          <w:endnotePr>
            <w:numFmt w:val="decimal"/>
          </w:endnotePr>
          <w:type w:val="continuous"/>
          <w:pgSz w:w="11907" w:h="16840" w:code="9"/>
          <w:pgMar w:top="2098" w:right="1134" w:bottom="1077" w:left="1134" w:header="1077" w:footer="1077" w:gutter="0"/>
          <w:cols w:space="720"/>
          <w:titlePg/>
          <w:docGrid w:linePitch="360"/>
        </w:sectPr>
      </w:pPr>
    </w:p>
    <w:p w:rsidR="00165665" w:rsidRDefault="00165665" w:rsidP="00B36423">
      <w:pPr>
        <w:pStyle w:val="AbstractTitle"/>
      </w:pPr>
      <w:r w:rsidRPr="00B36423">
        <w:t>Abstract</w:t>
      </w:r>
    </w:p>
    <w:p w:rsidR="00165665" w:rsidRDefault="00165665" w:rsidP="00165665">
      <w:pPr>
        <w:pStyle w:val="Textkrper-Zeileneinzug"/>
        <w:rPr>
          <w:kern w:val="16"/>
        </w:rPr>
      </w:pPr>
      <w:r>
        <w:rPr>
          <w:kern w:val="16"/>
        </w:rPr>
        <w:t>Many conference series have adopted the same standards for electronic publication and have joined the Joint Accelerator Conference</w:t>
      </w:r>
      <w:r w:rsidR="0007331E">
        <w:rPr>
          <w:kern w:val="16"/>
        </w:rPr>
        <w:t>s</w:t>
      </w:r>
      <w:r>
        <w:rPr>
          <w:kern w:val="16"/>
        </w:rPr>
        <w:t xml:space="preserve"> Website (JACoW) collaboration for the publication of their proceedings. This document describes the common requirements for the submission of papers to these conferences. Please consult individual conference information </w:t>
      </w:r>
      <w:r w:rsidR="00662C6C">
        <w:rPr>
          <w:kern w:val="16"/>
        </w:rPr>
        <w:t>for</w:t>
      </w:r>
      <w:r>
        <w:rPr>
          <w:kern w:val="16"/>
        </w:rPr>
        <w:t xml:space="preserve"> page</w:t>
      </w:r>
      <w:r w:rsidR="00662C6C">
        <w:rPr>
          <w:kern w:val="16"/>
        </w:rPr>
        <w:t xml:space="preserve"> limit</w:t>
      </w:r>
      <w:r>
        <w:rPr>
          <w:kern w:val="16"/>
        </w:rPr>
        <w:t xml:space="preserve">s, method of electronic submission, etc. It is not intended that this should be a tutorial in word processing; the aim is to explain the particular requirements for electronic publication at </w:t>
      </w:r>
      <w:r w:rsidR="003A2652" w:rsidRPr="003A2652">
        <w:t xml:space="preserve"> </w:t>
      </w:r>
      <w:r w:rsidR="00F9171F">
        <w:t>www.</w:t>
      </w:r>
      <w:r w:rsidR="003A2652" w:rsidRPr="00AA3EDF">
        <w:t>JACoW.org</w:t>
      </w:r>
      <w:r>
        <w:rPr>
          <w:kern w:val="16"/>
        </w:rPr>
        <w:t>.</w:t>
      </w:r>
    </w:p>
    <w:p w:rsidR="00165665" w:rsidRDefault="00165665" w:rsidP="007A3099">
      <w:pPr>
        <w:pStyle w:val="berschrift2"/>
      </w:pPr>
      <w:r>
        <w:t>Submission of Papers</w:t>
      </w:r>
    </w:p>
    <w:p w:rsidR="00165665" w:rsidRDefault="00165665" w:rsidP="00165665">
      <w:pPr>
        <w:pStyle w:val="Textkrper-Zeileneinzug"/>
        <w:rPr>
          <w:kern w:val="16"/>
        </w:rPr>
      </w:pPr>
      <w:r>
        <w:rPr>
          <w:kern w:val="16"/>
        </w:rPr>
        <w:t xml:space="preserve">Each author should submit </w:t>
      </w:r>
      <w:r w:rsidR="00C53798">
        <w:rPr>
          <w:kern w:val="16"/>
        </w:rPr>
        <w:t xml:space="preserve">the </w:t>
      </w:r>
      <w:r w:rsidR="002B3C84">
        <w:rPr>
          <w:kern w:val="16"/>
        </w:rPr>
        <w:t xml:space="preserve">PDF </w:t>
      </w:r>
      <w:r w:rsidR="00756040">
        <w:rPr>
          <w:kern w:val="16"/>
        </w:rPr>
        <w:t xml:space="preserve">file </w:t>
      </w:r>
      <w:r w:rsidR="00C53798">
        <w:rPr>
          <w:kern w:val="16"/>
        </w:rPr>
        <w:t xml:space="preserve">and </w:t>
      </w:r>
      <w:r>
        <w:rPr>
          <w:kern w:val="16"/>
        </w:rPr>
        <w:t xml:space="preserve">all of the source files (text and figures), </w:t>
      </w:r>
      <w:r w:rsidR="00C53798">
        <w:rPr>
          <w:kern w:val="16"/>
        </w:rPr>
        <w:t>to enable the paper to be reconstructed if there are</w:t>
      </w:r>
      <w:r>
        <w:rPr>
          <w:kern w:val="16"/>
        </w:rPr>
        <w:t xml:space="preserve"> processing</w:t>
      </w:r>
      <w:r w:rsidR="00C53798">
        <w:rPr>
          <w:kern w:val="16"/>
        </w:rPr>
        <w:t xml:space="preserve"> difficulties</w:t>
      </w:r>
      <w:r>
        <w:rPr>
          <w:kern w:val="16"/>
        </w:rPr>
        <w:t>.</w:t>
      </w:r>
    </w:p>
    <w:p w:rsidR="00165665" w:rsidRDefault="00165665" w:rsidP="00165665">
      <w:pPr>
        <w:pStyle w:val="berschrift2"/>
        <w:spacing w:before="180"/>
      </w:pPr>
      <w:r>
        <w:t>Manuscripts</w:t>
      </w:r>
    </w:p>
    <w:p w:rsidR="00165665" w:rsidRDefault="00165665" w:rsidP="00165665">
      <w:pPr>
        <w:pStyle w:val="Textkrper-Zeileneinzug"/>
        <w:rPr>
          <w:kern w:val="16"/>
        </w:rPr>
      </w:pPr>
      <w:r>
        <w:rPr>
          <w:kern w:val="16"/>
        </w:rPr>
        <w:t xml:space="preserve">Templates are provided for </w:t>
      </w:r>
      <w:r w:rsidR="00C53798">
        <w:rPr>
          <w:kern w:val="16"/>
        </w:rPr>
        <w:t>recommended software and authors are</w:t>
      </w:r>
      <w:r>
        <w:rPr>
          <w:kern w:val="16"/>
        </w:rPr>
        <w:t xml:space="preserve"> advised to use the</w:t>
      </w:r>
      <w:r w:rsidR="00C53798">
        <w:rPr>
          <w:kern w:val="16"/>
        </w:rPr>
        <w:t>m</w:t>
      </w:r>
      <w:r>
        <w:rPr>
          <w:kern w:val="16"/>
        </w:rPr>
        <w:t xml:space="preserve">. Please consult the individual conference help pages if questions arise. </w:t>
      </w:r>
    </w:p>
    <w:p w:rsidR="00165665" w:rsidRDefault="00165665" w:rsidP="007A3099">
      <w:pPr>
        <w:pStyle w:val="SubsectionHeading"/>
      </w:pPr>
      <w:r>
        <w:t xml:space="preserve">General </w:t>
      </w:r>
      <w:r w:rsidRPr="00541B68">
        <w:t>Layout</w:t>
      </w:r>
    </w:p>
    <w:p w:rsidR="00165665" w:rsidRDefault="00165665" w:rsidP="00165665">
      <w:pPr>
        <w:pStyle w:val="Textkrper-Zeileneinzug"/>
        <w:rPr>
          <w:kern w:val="16"/>
        </w:rPr>
      </w:pPr>
      <w:r>
        <w:rPr>
          <w:kern w:val="16"/>
        </w:rPr>
        <w:t>These instructions are a typical implementation of the requirements. Manuscripts should have:</w:t>
      </w:r>
    </w:p>
    <w:p w:rsidR="00165665" w:rsidRDefault="00165665" w:rsidP="00165665">
      <w:pPr>
        <w:pStyle w:val="BulletedList"/>
        <w:rPr>
          <w:kern w:val="16"/>
        </w:rPr>
      </w:pPr>
      <w:r>
        <w:rPr>
          <w:kern w:val="16"/>
        </w:rPr>
        <w:t xml:space="preserve">Either A4 (21.0 cm </w:t>
      </w:r>
      <w:r>
        <w:rPr>
          <w:kern w:val="16"/>
        </w:rPr>
        <w:sym w:font="Symbol" w:char="F0B4"/>
      </w:r>
      <w:r>
        <w:rPr>
          <w:kern w:val="16"/>
        </w:rPr>
        <w:t xml:space="preserve"> 29.7 cm; 8.27 in </w:t>
      </w:r>
      <w:r>
        <w:rPr>
          <w:kern w:val="16"/>
        </w:rPr>
        <w:sym w:font="Symbol" w:char="F0B4"/>
      </w:r>
      <w:r>
        <w:rPr>
          <w:kern w:val="16"/>
        </w:rPr>
        <w:t xml:space="preserve"> 11.69 in) or US letter size (21.6 cm </w:t>
      </w:r>
      <w:r>
        <w:rPr>
          <w:kern w:val="16"/>
        </w:rPr>
        <w:sym w:font="Symbol" w:char="F0B4"/>
      </w:r>
      <w:r>
        <w:rPr>
          <w:kern w:val="16"/>
        </w:rPr>
        <w:t xml:space="preserve"> 27.9 cm; 8.5 in </w:t>
      </w:r>
      <w:r>
        <w:rPr>
          <w:kern w:val="16"/>
        </w:rPr>
        <w:sym w:font="Symbol" w:char="F0B4"/>
      </w:r>
      <w:r>
        <w:rPr>
          <w:kern w:val="16"/>
        </w:rPr>
        <w:t xml:space="preserve"> 11.0 in) paper.</w:t>
      </w:r>
    </w:p>
    <w:p w:rsidR="00165665" w:rsidRDefault="00165665" w:rsidP="00165665">
      <w:pPr>
        <w:pStyle w:val="BulletedList"/>
        <w:rPr>
          <w:kern w:val="16"/>
        </w:rPr>
      </w:pPr>
      <w:r w:rsidRPr="00D800B1">
        <w:rPr>
          <w:b/>
          <w:i/>
          <w:kern w:val="16"/>
        </w:rPr>
        <w:t>Single-spaced</w:t>
      </w:r>
      <w:r>
        <w:rPr>
          <w:kern w:val="16"/>
        </w:rPr>
        <w:t xml:space="preserve"> text in two columns of 82.5 mm (3</w:t>
      </w:r>
      <w:r w:rsidR="00EE4291">
        <w:rPr>
          <w:kern w:val="16"/>
        </w:rPr>
        <w:t>.25</w:t>
      </w:r>
      <w:r>
        <w:rPr>
          <w:kern w:val="16"/>
        </w:rPr>
        <w:t xml:space="preserve"> in) with 5.3 mm (0.2 in) separation.</w:t>
      </w:r>
      <w:r w:rsidR="0049346D">
        <w:rPr>
          <w:kern w:val="16"/>
        </w:rPr>
        <w:t xml:space="preserve"> </w:t>
      </w:r>
      <w:r w:rsidR="003A2652">
        <w:rPr>
          <w:kern w:val="16"/>
        </w:rPr>
        <w:t xml:space="preserve">More recent </w:t>
      </w:r>
      <w:r w:rsidR="0049346D">
        <w:rPr>
          <w:kern w:val="16"/>
        </w:rPr>
        <w:t>versions of Word have a default spacing of 1.5 lines; authors must change this to 1 line.</w:t>
      </w:r>
    </w:p>
    <w:p w:rsidR="00165665" w:rsidRDefault="00165665" w:rsidP="00165665">
      <w:pPr>
        <w:pStyle w:val="BulletedList"/>
        <w:rPr>
          <w:kern w:val="16"/>
        </w:rPr>
      </w:pPr>
      <w:r>
        <w:rPr>
          <w:kern w:val="16"/>
        </w:rPr>
        <w:t>The text located within the margins specified in Table 1.</w:t>
      </w:r>
    </w:p>
    <w:p w:rsidR="00D90022" w:rsidRDefault="00EF4E58" w:rsidP="00D90022">
      <w:pPr>
        <w:pStyle w:val="TableCaption"/>
      </w:pPr>
      <w:r>
        <w:t>Table 1: margin s</w:t>
      </w:r>
      <w:r w:rsidR="00D90022">
        <w:t>pecifications</w:t>
      </w:r>
    </w:p>
    <w:tbl>
      <w:tblPr>
        <w:tblW w:w="0" w:type="auto"/>
        <w:tblInd w:w="108" w:type="dxa"/>
        <w:tblBorders>
          <w:top w:val="single" w:sz="12" w:space="0" w:color="auto"/>
          <w:bottom w:val="single" w:sz="12" w:space="0" w:color="auto"/>
          <w:insideH w:val="single" w:sz="4" w:space="0" w:color="auto"/>
        </w:tblBorders>
        <w:tblLook w:val="0000" w:firstRow="0" w:lastRow="0" w:firstColumn="0" w:lastColumn="0" w:noHBand="0" w:noVBand="0"/>
      </w:tblPr>
      <w:tblGrid>
        <w:gridCol w:w="1184"/>
        <w:gridCol w:w="1613"/>
        <w:gridCol w:w="1883"/>
      </w:tblGrid>
      <w:tr w:rsidR="00D90022" w:rsidRPr="00E56880" w:rsidTr="00D90022">
        <w:tc>
          <w:tcPr>
            <w:tcW w:w="1184" w:type="dxa"/>
            <w:tcBorders>
              <w:top w:val="single" w:sz="12" w:space="0" w:color="auto"/>
              <w:bottom w:val="single" w:sz="12" w:space="0" w:color="auto"/>
            </w:tcBorders>
          </w:tcPr>
          <w:p w:rsidR="00D90022" w:rsidRPr="00D90022" w:rsidRDefault="00D90022" w:rsidP="00927FEE">
            <w:pPr>
              <w:pStyle w:val="TableCaption"/>
              <w:keepNext/>
              <w:jc w:val="left"/>
              <w:rPr>
                <w:b/>
                <w:bCs/>
                <w:kern w:val="16"/>
                <w:szCs w:val="18"/>
              </w:rPr>
            </w:pPr>
            <w:r w:rsidRPr="00D90022">
              <w:rPr>
                <w:b/>
                <w:bCs/>
                <w:kern w:val="16"/>
                <w:szCs w:val="18"/>
              </w:rPr>
              <w:t>Margin</w:t>
            </w:r>
          </w:p>
        </w:tc>
        <w:tc>
          <w:tcPr>
            <w:tcW w:w="1613" w:type="dxa"/>
            <w:tcBorders>
              <w:top w:val="single" w:sz="12" w:space="0" w:color="auto"/>
              <w:bottom w:val="single" w:sz="12" w:space="0" w:color="auto"/>
            </w:tcBorders>
          </w:tcPr>
          <w:p w:rsidR="00D90022" w:rsidRPr="00D90022" w:rsidRDefault="00D90022" w:rsidP="00927FEE">
            <w:pPr>
              <w:pStyle w:val="TableCaption"/>
              <w:keepNext/>
              <w:jc w:val="left"/>
              <w:rPr>
                <w:b/>
                <w:bCs/>
                <w:kern w:val="16"/>
                <w:szCs w:val="18"/>
              </w:rPr>
            </w:pPr>
            <w:r w:rsidRPr="00D90022">
              <w:rPr>
                <w:b/>
                <w:bCs/>
                <w:kern w:val="16"/>
                <w:szCs w:val="18"/>
              </w:rPr>
              <w:t>A4 Paper</w:t>
            </w:r>
          </w:p>
        </w:tc>
        <w:tc>
          <w:tcPr>
            <w:tcW w:w="1883" w:type="dxa"/>
            <w:tcBorders>
              <w:top w:val="single" w:sz="12" w:space="0" w:color="auto"/>
              <w:bottom w:val="single" w:sz="12" w:space="0" w:color="auto"/>
            </w:tcBorders>
          </w:tcPr>
          <w:p w:rsidR="00D90022" w:rsidRPr="00D90022" w:rsidRDefault="00D90022" w:rsidP="00927FEE">
            <w:pPr>
              <w:pStyle w:val="TableCaption"/>
              <w:keepNext/>
              <w:jc w:val="left"/>
              <w:rPr>
                <w:b/>
                <w:bCs/>
                <w:kern w:val="16"/>
                <w:szCs w:val="18"/>
              </w:rPr>
            </w:pPr>
            <w:r w:rsidRPr="00D90022">
              <w:rPr>
                <w:b/>
                <w:bCs/>
                <w:kern w:val="16"/>
                <w:szCs w:val="18"/>
              </w:rPr>
              <w:t>US Letter Paper</w:t>
            </w:r>
          </w:p>
        </w:tc>
      </w:tr>
      <w:tr w:rsidR="00D90022" w:rsidRPr="00E56880" w:rsidTr="00D90022">
        <w:trPr>
          <w:trHeight w:val="241"/>
        </w:trPr>
        <w:tc>
          <w:tcPr>
            <w:tcW w:w="1184" w:type="dxa"/>
            <w:tcBorders>
              <w:top w:val="single" w:sz="12" w:space="0" w:color="auto"/>
            </w:tcBorders>
          </w:tcPr>
          <w:p w:rsidR="00D90022" w:rsidRPr="00D90022" w:rsidRDefault="00D90022" w:rsidP="00927FEE">
            <w:pPr>
              <w:pStyle w:val="TableCaption"/>
              <w:keepNext/>
              <w:jc w:val="left"/>
              <w:rPr>
                <w:kern w:val="16"/>
                <w:szCs w:val="18"/>
              </w:rPr>
            </w:pPr>
            <w:r w:rsidRPr="00D90022">
              <w:rPr>
                <w:kern w:val="16"/>
                <w:szCs w:val="18"/>
              </w:rPr>
              <w:t>Top</w:t>
            </w:r>
          </w:p>
        </w:tc>
        <w:tc>
          <w:tcPr>
            <w:tcW w:w="1613" w:type="dxa"/>
            <w:tcBorders>
              <w:top w:val="single" w:sz="12" w:space="0" w:color="auto"/>
            </w:tcBorders>
          </w:tcPr>
          <w:p w:rsidR="00D90022" w:rsidRPr="00D90022" w:rsidRDefault="00D90022" w:rsidP="00927FEE">
            <w:pPr>
              <w:pStyle w:val="TableCaption"/>
              <w:keepNext/>
              <w:jc w:val="left"/>
              <w:rPr>
                <w:kern w:val="16"/>
                <w:szCs w:val="18"/>
              </w:rPr>
            </w:pPr>
            <w:r w:rsidRPr="00D90022">
              <w:rPr>
                <w:kern w:val="16"/>
                <w:szCs w:val="18"/>
              </w:rPr>
              <w:t>37 mm (1.46 in)</w:t>
            </w:r>
          </w:p>
        </w:tc>
        <w:tc>
          <w:tcPr>
            <w:tcW w:w="1883" w:type="dxa"/>
            <w:tcBorders>
              <w:top w:val="single" w:sz="12" w:space="0" w:color="auto"/>
            </w:tcBorders>
          </w:tcPr>
          <w:p w:rsidR="00D90022" w:rsidRPr="00D90022" w:rsidRDefault="00D90022" w:rsidP="00927FEE">
            <w:pPr>
              <w:pStyle w:val="TableCaption"/>
              <w:keepNext/>
              <w:jc w:val="left"/>
              <w:rPr>
                <w:kern w:val="16"/>
                <w:szCs w:val="18"/>
              </w:rPr>
            </w:pPr>
            <w:r w:rsidRPr="00D90022">
              <w:rPr>
                <w:kern w:val="16"/>
                <w:szCs w:val="18"/>
              </w:rPr>
              <w:t>0.75 in (19 mm)</w:t>
            </w:r>
          </w:p>
        </w:tc>
      </w:tr>
      <w:tr w:rsidR="00D90022" w:rsidRPr="00E56880" w:rsidTr="00D90022">
        <w:tc>
          <w:tcPr>
            <w:tcW w:w="1184" w:type="dxa"/>
          </w:tcPr>
          <w:p w:rsidR="00D90022" w:rsidRPr="00D90022" w:rsidRDefault="00D90022" w:rsidP="00927FEE">
            <w:pPr>
              <w:pStyle w:val="TableCaption"/>
              <w:keepNext/>
              <w:jc w:val="left"/>
              <w:rPr>
                <w:kern w:val="16"/>
                <w:szCs w:val="18"/>
              </w:rPr>
            </w:pPr>
            <w:r w:rsidRPr="00D90022">
              <w:rPr>
                <w:kern w:val="16"/>
                <w:szCs w:val="18"/>
              </w:rPr>
              <w:t>Bottom</w:t>
            </w:r>
          </w:p>
        </w:tc>
        <w:tc>
          <w:tcPr>
            <w:tcW w:w="1613" w:type="dxa"/>
          </w:tcPr>
          <w:p w:rsidR="00D90022" w:rsidRPr="00D90022" w:rsidRDefault="00D90022" w:rsidP="00927FEE">
            <w:pPr>
              <w:pStyle w:val="TableCaption"/>
              <w:keepNext/>
              <w:jc w:val="left"/>
              <w:rPr>
                <w:kern w:val="16"/>
                <w:szCs w:val="18"/>
              </w:rPr>
            </w:pPr>
            <w:r w:rsidRPr="00D90022">
              <w:rPr>
                <w:kern w:val="16"/>
                <w:szCs w:val="18"/>
              </w:rPr>
              <w:t>19 mm (0.75 in)</w:t>
            </w:r>
          </w:p>
        </w:tc>
        <w:tc>
          <w:tcPr>
            <w:tcW w:w="1883" w:type="dxa"/>
          </w:tcPr>
          <w:p w:rsidR="00D90022" w:rsidRPr="00D90022" w:rsidRDefault="00D90022" w:rsidP="00927FEE">
            <w:pPr>
              <w:pStyle w:val="TableCaption"/>
              <w:keepNext/>
              <w:jc w:val="left"/>
              <w:rPr>
                <w:kern w:val="16"/>
                <w:szCs w:val="18"/>
              </w:rPr>
            </w:pPr>
            <w:r w:rsidRPr="00D90022">
              <w:rPr>
                <w:kern w:val="16"/>
                <w:szCs w:val="18"/>
              </w:rPr>
              <w:t>0.75 in (19 mm)</w:t>
            </w:r>
          </w:p>
        </w:tc>
      </w:tr>
      <w:tr w:rsidR="00D90022" w:rsidRPr="00E56880" w:rsidTr="00D90022">
        <w:tc>
          <w:tcPr>
            <w:tcW w:w="1184" w:type="dxa"/>
          </w:tcPr>
          <w:p w:rsidR="00D90022" w:rsidRPr="00D90022" w:rsidRDefault="00D90022" w:rsidP="00927FEE">
            <w:pPr>
              <w:pStyle w:val="TableCaption"/>
              <w:keepNext/>
              <w:jc w:val="left"/>
              <w:rPr>
                <w:kern w:val="16"/>
                <w:szCs w:val="18"/>
              </w:rPr>
            </w:pPr>
            <w:r w:rsidRPr="00D90022">
              <w:rPr>
                <w:kern w:val="16"/>
                <w:szCs w:val="18"/>
              </w:rPr>
              <w:t>Left</w:t>
            </w:r>
          </w:p>
        </w:tc>
        <w:tc>
          <w:tcPr>
            <w:tcW w:w="1613" w:type="dxa"/>
          </w:tcPr>
          <w:p w:rsidR="00D90022" w:rsidRPr="00D90022" w:rsidRDefault="00D90022" w:rsidP="00927FEE">
            <w:pPr>
              <w:pStyle w:val="TableCaption"/>
              <w:keepNext/>
              <w:jc w:val="left"/>
              <w:rPr>
                <w:kern w:val="16"/>
                <w:szCs w:val="18"/>
              </w:rPr>
            </w:pPr>
            <w:r w:rsidRPr="00D90022">
              <w:rPr>
                <w:kern w:val="16"/>
                <w:szCs w:val="18"/>
              </w:rPr>
              <w:t>20 mm (0.79 in)</w:t>
            </w:r>
          </w:p>
        </w:tc>
        <w:tc>
          <w:tcPr>
            <w:tcW w:w="1883" w:type="dxa"/>
          </w:tcPr>
          <w:p w:rsidR="00D90022" w:rsidRPr="00D90022" w:rsidRDefault="00D90022" w:rsidP="00927FEE">
            <w:pPr>
              <w:pStyle w:val="TableCaption"/>
              <w:keepNext/>
              <w:jc w:val="left"/>
              <w:rPr>
                <w:kern w:val="16"/>
                <w:szCs w:val="18"/>
              </w:rPr>
            </w:pPr>
            <w:r w:rsidRPr="00D90022">
              <w:rPr>
                <w:kern w:val="16"/>
                <w:szCs w:val="18"/>
              </w:rPr>
              <w:t>0.79 in (20 mm)</w:t>
            </w:r>
          </w:p>
        </w:tc>
      </w:tr>
      <w:tr w:rsidR="00D90022" w:rsidRPr="00E56880" w:rsidTr="00D90022">
        <w:tc>
          <w:tcPr>
            <w:tcW w:w="1184" w:type="dxa"/>
          </w:tcPr>
          <w:p w:rsidR="00D90022" w:rsidRPr="00D90022" w:rsidRDefault="00D90022" w:rsidP="00927FEE">
            <w:pPr>
              <w:pStyle w:val="TableCaption"/>
              <w:jc w:val="left"/>
              <w:rPr>
                <w:kern w:val="16"/>
                <w:szCs w:val="18"/>
              </w:rPr>
            </w:pPr>
            <w:r w:rsidRPr="00D90022">
              <w:rPr>
                <w:kern w:val="16"/>
                <w:szCs w:val="18"/>
              </w:rPr>
              <w:t>Right</w:t>
            </w:r>
          </w:p>
        </w:tc>
        <w:tc>
          <w:tcPr>
            <w:tcW w:w="1613" w:type="dxa"/>
          </w:tcPr>
          <w:p w:rsidR="00D90022" w:rsidRPr="00D90022" w:rsidRDefault="00D90022" w:rsidP="00927FEE">
            <w:pPr>
              <w:pStyle w:val="TableCaption"/>
              <w:jc w:val="left"/>
              <w:rPr>
                <w:kern w:val="16"/>
                <w:szCs w:val="18"/>
              </w:rPr>
            </w:pPr>
            <w:r w:rsidRPr="00D90022">
              <w:rPr>
                <w:kern w:val="16"/>
                <w:szCs w:val="18"/>
              </w:rPr>
              <w:t>20 mm (0.79 in)</w:t>
            </w:r>
          </w:p>
        </w:tc>
        <w:tc>
          <w:tcPr>
            <w:tcW w:w="1883" w:type="dxa"/>
          </w:tcPr>
          <w:p w:rsidR="00D90022" w:rsidRPr="00D90022" w:rsidRDefault="00D90022" w:rsidP="00927FEE">
            <w:pPr>
              <w:pStyle w:val="TableCaption"/>
              <w:jc w:val="left"/>
              <w:rPr>
                <w:kern w:val="16"/>
                <w:szCs w:val="18"/>
              </w:rPr>
            </w:pPr>
            <w:r w:rsidRPr="00D90022">
              <w:rPr>
                <w:kern w:val="16"/>
                <w:szCs w:val="18"/>
              </w:rPr>
              <w:t>1.02 in (26 mm)</w:t>
            </w:r>
          </w:p>
        </w:tc>
      </w:tr>
    </w:tbl>
    <w:p w:rsidR="00165665" w:rsidRPr="008104CC" w:rsidRDefault="00D90022" w:rsidP="008104CC">
      <w:pPr>
        <w:pStyle w:val="Textkrper-Zeileneinzug"/>
      </w:pPr>
      <w:r>
        <w:rPr>
          <w:noProof/>
          <w:lang w:val="de-DE" w:eastAsia="de-DE"/>
        </w:rPr>
        <mc:AlternateContent>
          <mc:Choice Requires="wps">
            <w:drawing>
              <wp:anchor distT="0" distB="0" distL="114300" distR="114300" simplePos="0" relativeHeight="251657728" behindDoc="0" locked="0" layoutInCell="1" allowOverlap="0" wp14:anchorId="29ABBFAC" wp14:editId="3CE4DFE2">
                <wp:simplePos x="0" y="0"/>
                <wp:positionH relativeFrom="column">
                  <wp:posOffset>4445</wp:posOffset>
                </wp:positionH>
                <wp:positionV relativeFrom="page">
                  <wp:posOffset>9554845</wp:posOffset>
                </wp:positionV>
                <wp:extent cx="2975610" cy="342900"/>
                <wp:effectExtent l="0" t="0" r="15240" b="0"/>
                <wp:wrapTopAndBottom/>
                <wp:docPr id="2"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561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3E4F" w:rsidRDefault="00F63E4F" w:rsidP="00165665">
                            <w:pPr>
                              <w:pStyle w:val="Textkrper-Zeileneinzug"/>
                              <w:tabs>
                                <w:tab w:val="left" w:leader="underscore" w:pos="1800"/>
                              </w:tabs>
                              <w:ind w:firstLine="0"/>
                              <w:rPr>
                                <w:kern w:val="16"/>
                                <w:sz w:val="8"/>
                              </w:rPr>
                            </w:pPr>
                            <w:r>
                              <w:rPr>
                                <w:kern w:val="16"/>
                                <w:sz w:val="8"/>
                              </w:rPr>
                              <w:tab/>
                            </w:r>
                          </w:p>
                          <w:p w:rsidR="00F63E4F" w:rsidRDefault="00F63E4F" w:rsidP="00165665">
                            <w:pPr>
                              <w:pStyle w:val="Funotentext"/>
                              <w:keepNext/>
                              <w:rPr>
                                <w:kern w:val="16"/>
                              </w:rPr>
                            </w:pPr>
                            <w:r>
                              <w:rPr>
                                <w:kern w:val="16"/>
                              </w:rPr>
                              <w:t>*Work supported by …   THIS INFORMATION MUST BE WITHIN</w:t>
                            </w:r>
                          </w:p>
                          <w:p w:rsidR="00F63E4F" w:rsidRPr="00E56880" w:rsidRDefault="00F63E4F" w:rsidP="00AA3EDF">
                            <w:pPr>
                              <w:pStyle w:val="Funotentext"/>
                            </w:pPr>
                            <w:r w:rsidRPr="00D800B1">
                              <w:t>#cee@aps.anl.gov</w:t>
                            </w:r>
                            <w:r>
                              <w:rPr>
                                <w:kern w:val="16"/>
                              </w:rPr>
                              <w:t xml:space="preserve">              </w:t>
                            </w:r>
                            <w:r w:rsidR="0007331E">
                              <w:rPr>
                                <w:kern w:val="16"/>
                              </w:rPr>
                              <w:t xml:space="preserve">  </w:t>
                            </w:r>
                            <w:r>
                              <w:rPr>
                                <w:kern w:val="16"/>
                              </w:rPr>
                              <w:t xml:space="preserve"> THE TEXT &amp; COLUMN MARGINS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ABBFAC" id="_x0000_t202" coordsize="21600,21600" o:spt="202" path="m,l,21600r21600,l21600,xe">
                <v:stroke joinstyle="miter"/>
                <v:path gradientshapeok="t" o:connecttype="rect"/>
              </v:shapetype>
              <v:shape id="Text Box 38" o:spid="_x0000_s1026" type="#_x0000_t202" style="position:absolute;left:0;text-align:left;margin-left:.35pt;margin-top:752.35pt;width:234.3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" o:allowoverlap="f" filled="f" stroked="f">
                <v:textbox inset="0,0,0,0">
                  <w:txbxContent>
                    <w:p w:rsidR="00F63E4F" w:rsidRDefault="00F63E4F" w:rsidP="00165665">
                      <w:pPr>
                        <w:pStyle w:val="Textkrper-Zeileneinzug"/>
                        <w:tabs>
                          <w:tab w:val="left" w:leader="underscore" w:pos="1800"/>
                        </w:tabs>
                        <w:ind w:firstLine="0"/>
                        <w:rPr>
                          <w:kern w:val="16"/>
                          <w:sz w:val="8"/>
                        </w:rPr>
                      </w:pPr>
                      <w:r>
                        <w:rPr>
                          <w:kern w:val="16"/>
                          <w:sz w:val="8"/>
                        </w:rPr>
                        <w:tab/>
                      </w:r>
                    </w:p>
                    <w:p w:rsidR="00F63E4F" w:rsidRDefault="00F63E4F" w:rsidP="00165665">
                      <w:pPr>
                        <w:pStyle w:val="Funotentext"/>
                        <w:keepNext/>
                        <w:rPr>
                          <w:kern w:val="16"/>
                        </w:rPr>
                      </w:pPr>
                      <w:r>
                        <w:rPr>
                          <w:kern w:val="16"/>
                        </w:rPr>
                        <w:t>*Work supported by …   THIS INFORMATION MUST BE WITHIN</w:t>
                      </w:r>
                    </w:p>
                    <w:p w:rsidR="00F63E4F" w:rsidRPr="00E56880" w:rsidRDefault="00F63E4F" w:rsidP="00AA3EDF">
                      <w:pPr>
                        <w:pStyle w:val="Funotentext"/>
                      </w:pPr>
                      <w:r w:rsidRPr="00D800B1">
                        <w:t>#cee@aps.anl.gov</w:t>
                      </w:r>
                      <w:r>
                        <w:rPr>
                          <w:kern w:val="16"/>
                        </w:rPr>
                        <w:t xml:space="preserve">              </w:t>
                      </w:r>
                      <w:r w:rsidR="0007331E">
                        <w:rPr>
                          <w:kern w:val="16"/>
                        </w:rPr>
                        <w:t xml:space="preserve">  </w:t>
                      </w:r>
                      <w:r>
                        <w:rPr>
                          <w:kern w:val="16"/>
                        </w:rPr>
                        <w:t xml:space="preserve"> THE TEXT &amp; COLUMN MARGINS</w:t>
                      </w:r>
                    </w:p>
                  </w:txbxContent>
                </v:textbox>
                <w10:wrap type="topAndBottom" anchory="page"/>
              </v:shape>
            </w:pict>
          </mc:Fallback>
        </mc:AlternateContent>
      </w:r>
      <w:r w:rsidR="00165665" w:rsidRPr="008104CC">
        <w:t xml:space="preserve">The layout of the text on the page is illustrated in Fig. 1. Note that the paper’s title and the author list should be the width of the full page. Tables and figures may span the whole 170 mm page width, if desired (see Fig. 2), but </w:t>
      </w:r>
      <w:r w:rsidR="002B3C84" w:rsidRPr="008104CC">
        <w:t>if they span both columns, they</w:t>
      </w:r>
      <w:r w:rsidR="00165665" w:rsidRPr="008104CC">
        <w:t xml:space="preserve"> should be placed at either the top or bottom of a page to ensure proper flow of the text (Word templates only</w:t>
      </w:r>
      <w:r w:rsidR="002B3C84" w:rsidRPr="008104CC">
        <w:t>: the text should flow from top to bottom in each column</w:t>
      </w:r>
      <w:r w:rsidR="00165665" w:rsidRPr="008104CC">
        <w:t>).</w:t>
      </w:r>
    </w:p>
    <w:p w:rsidR="00323071" w:rsidRDefault="00323071" w:rsidP="00165665">
      <w:pPr>
        <w:pStyle w:val="Textkrper-Zeileneinzug"/>
        <w:rPr>
          <w:kern w:val="16"/>
        </w:rPr>
      </w:pPr>
    </w:p>
    <w:tbl>
      <w:tblPr>
        <w:tblW w:w="0" w:type="auto"/>
        <w:tblLook w:val="04A0" w:firstRow="1" w:lastRow="0" w:firstColumn="1" w:lastColumn="0" w:noHBand="0" w:noVBand="1"/>
      </w:tblPr>
      <w:tblGrid>
        <w:gridCol w:w="4891"/>
      </w:tblGrid>
      <w:tr w:rsidR="00165665" w:rsidRPr="00E56880" w:rsidTr="00D90022">
        <w:trPr>
          <w:trHeight w:val="5142"/>
        </w:trPr>
        <w:tc>
          <w:tcPr>
            <w:tcW w:w="4891" w:type="dxa"/>
          </w:tcPr>
          <w:p w:rsidR="00165665" w:rsidRPr="004A4577" w:rsidRDefault="00506C77" w:rsidP="00EF4E58">
            <w:pPr>
              <w:pStyle w:val="FigureCaption"/>
              <w:jc w:val="left"/>
              <w:rPr>
                <w:kern w:val="16"/>
              </w:rPr>
            </w:pPr>
            <w:r>
              <w:rPr>
                <w:noProof/>
                <w:kern w:val="16"/>
                <w:lang w:val="de-DE" w:eastAsia="de-DE"/>
              </w:rPr>
              <w:drawing>
                <wp:inline distT="0" distB="0" distL="0" distR="0" wp14:anchorId="53CF554D" wp14:editId="54085991">
                  <wp:extent cx="2430690" cy="3244386"/>
                  <wp:effectExtent l="0" t="0" r="0" b="0"/>
                  <wp:docPr id="1" name="Picture 0" descr="Template-Figur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Figure1.png"/>
                          <pic:cNvPicPr/>
                        </pic:nvPicPr>
                        <pic:blipFill>
                          <a:blip r:embed="rId8"/>
                          <a:stretch>
                            <a:fillRect/>
                          </a:stretch>
                        </pic:blipFill>
                        <pic:spPr>
                          <a:xfrm>
                            <a:off x="0" y="0"/>
                            <a:ext cx="2430690" cy="3244386"/>
                          </a:xfrm>
                          <a:prstGeom prst="rect">
                            <a:avLst/>
                          </a:prstGeom>
                        </pic:spPr>
                      </pic:pic>
                    </a:graphicData>
                  </a:graphic>
                </wp:inline>
              </w:drawing>
            </w:r>
          </w:p>
        </w:tc>
      </w:tr>
      <w:tr w:rsidR="00165665" w:rsidRPr="00E56880" w:rsidTr="00D90022">
        <w:tc>
          <w:tcPr>
            <w:tcW w:w="4891" w:type="dxa"/>
          </w:tcPr>
          <w:p w:rsidR="00165665" w:rsidRPr="004A4577" w:rsidRDefault="00165665" w:rsidP="00074A20">
            <w:pPr>
              <w:pStyle w:val="FigureCaption"/>
              <w:rPr>
                <w:kern w:val="16"/>
              </w:rPr>
            </w:pPr>
            <w:r w:rsidRPr="004A4577">
              <w:rPr>
                <w:kern w:val="16"/>
              </w:rPr>
              <w:t>Figure 1: Layout of papers.</w:t>
            </w:r>
          </w:p>
        </w:tc>
      </w:tr>
    </w:tbl>
    <w:p w:rsidR="00165665" w:rsidRDefault="00165665" w:rsidP="007A3099">
      <w:pPr>
        <w:pStyle w:val="SubsectionHeading"/>
      </w:pPr>
      <w:r w:rsidRPr="00541B68">
        <w:t>Fonts</w:t>
      </w:r>
    </w:p>
    <w:p w:rsidR="00662C6C" w:rsidRDefault="00662C6C" w:rsidP="00662C6C">
      <w:pPr>
        <w:pStyle w:val="Textkrper-Zeileneinzug"/>
        <w:rPr>
          <w:kern w:val="16"/>
        </w:rPr>
      </w:pPr>
      <w:r w:rsidRPr="00437DF8">
        <w:rPr>
          <w:kern w:val="16"/>
        </w:rPr>
        <w:t xml:space="preserve">In order to produce good Adobe Acrobat PDF files, </w:t>
      </w:r>
      <w:r>
        <w:rPr>
          <w:kern w:val="16"/>
        </w:rPr>
        <w:t>authors using a LaTeX</w:t>
      </w:r>
      <w:r w:rsidRPr="00437DF8">
        <w:rPr>
          <w:kern w:val="16"/>
        </w:rPr>
        <w:t xml:space="preserve"> template are asked to use only Times (in roman </w:t>
      </w:r>
      <w:r w:rsidR="003A2652">
        <w:rPr>
          <w:kern w:val="16"/>
        </w:rPr>
        <w:t>[</w:t>
      </w:r>
      <w:r w:rsidRPr="00437DF8">
        <w:rPr>
          <w:kern w:val="16"/>
        </w:rPr>
        <w:t>standard</w:t>
      </w:r>
      <w:r w:rsidR="003A2652">
        <w:rPr>
          <w:kern w:val="16"/>
        </w:rPr>
        <w:t>]</w:t>
      </w:r>
      <w:r w:rsidRPr="00437DF8">
        <w:rPr>
          <w:kern w:val="16"/>
        </w:rPr>
        <w:t>, bold or</w:t>
      </w:r>
      <w:r>
        <w:rPr>
          <w:kern w:val="16"/>
        </w:rPr>
        <w:t xml:space="preserve"> </w:t>
      </w:r>
      <w:r w:rsidRPr="00437DF8">
        <w:rPr>
          <w:kern w:val="16"/>
        </w:rPr>
        <w:t xml:space="preserve">italic) and symbols </w:t>
      </w:r>
      <w:r w:rsidR="00D91B03" w:rsidRPr="00437DF8">
        <w:rPr>
          <w:kern w:val="16"/>
        </w:rPr>
        <w:t>from the</w:t>
      </w:r>
      <w:r w:rsidRPr="00437DF8">
        <w:rPr>
          <w:kern w:val="16"/>
        </w:rPr>
        <w:t xml:space="preserve"> standard set of</w:t>
      </w:r>
      <w:r>
        <w:rPr>
          <w:kern w:val="16"/>
        </w:rPr>
        <w:t xml:space="preserve"> </w:t>
      </w:r>
      <w:r w:rsidRPr="00437DF8">
        <w:rPr>
          <w:kern w:val="16"/>
        </w:rPr>
        <w:t xml:space="preserve">fonts. In Word use only Symbol and, depending on your platform, Times or Times New Roman fonts in standard, bold or italic form. </w:t>
      </w:r>
    </w:p>
    <w:p w:rsidR="00D90022" w:rsidRDefault="00D90022" w:rsidP="00D90022">
      <w:pPr>
        <w:pStyle w:val="SubsectionHeading"/>
        <w:spacing w:before="0"/>
      </w:pPr>
      <w:r>
        <w:t>Title and Author List</w:t>
      </w:r>
    </w:p>
    <w:p w:rsidR="00D90022" w:rsidRDefault="00D90022" w:rsidP="00D90022">
      <w:pPr>
        <w:pStyle w:val="Textkrper-Zeileneinzug"/>
        <w:rPr>
          <w:kern w:val="16"/>
        </w:rPr>
      </w:pPr>
      <w:r>
        <w:rPr>
          <w:kern w:val="16"/>
        </w:rPr>
        <w:t xml:space="preserve">The title should use 14 pt bold uppercase letters and be </w:t>
      </w:r>
      <w:r w:rsidRPr="00C46E32">
        <w:rPr>
          <w:kern w:val="16"/>
        </w:rPr>
        <w:t>centred</w:t>
      </w:r>
      <w:r>
        <w:rPr>
          <w:kern w:val="16"/>
        </w:rPr>
        <w:t xml:space="preserve"> on the page. Individual letters may be lowercased to avoid misinterpretation (e.g., mW, MW). To include a funding support statement, put an asterisk after the title and the support text at the bottom of the first column on page 1—in Word, use a text box; in LaTeX, use \thanks.</w:t>
      </w:r>
    </w:p>
    <w:p w:rsidR="00165665" w:rsidRPr="00AA3EDF" w:rsidRDefault="00165665" w:rsidP="00165665">
      <w:pPr>
        <w:pStyle w:val="Textkrper-Zeileneinzug"/>
        <w:rPr>
          <w:kern w:val="16"/>
          <w:sz w:val="4"/>
          <w:szCs w:val="4"/>
        </w:rPr>
      </w:pPr>
    </w:p>
    <w:p w:rsidR="00165665" w:rsidRDefault="00165665" w:rsidP="00165665">
      <w:pPr>
        <w:pStyle w:val="Textkrper-Zeileneinzug"/>
        <w:rPr>
          <w:kern w:val="16"/>
        </w:rPr>
        <w:sectPr w:rsidR="00165665" w:rsidSect="00D90022">
          <w:footnotePr>
            <w:pos w:val="beneathText"/>
            <w:numFmt w:val="chicago"/>
          </w:footnotePr>
          <w:endnotePr>
            <w:numFmt w:val="decimal"/>
          </w:endnotePr>
          <w:type w:val="continuous"/>
          <w:pgSz w:w="11907" w:h="16840" w:code="9"/>
          <w:pgMar w:top="2098" w:right="1134" w:bottom="1077" w:left="1134" w:header="2102" w:footer="1080" w:gutter="0"/>
          <w:cols w:num="2" w:space="288"/>
          <w:docGrid w:linePitch="360"/>
        </w:sectPr>
      </w:pPr>
    </w:p>
    <w:p w:rsidR="00165665" w:rsidRDefault="00165665" w:rsidP="00D90022">
      <w:pPr>
        <w:pStyle w:val="Textkrper-Zeileneinzug"/>
        <w:ind w:firstLine="0"/>
        <w:rPr>
          <w:kern w:val="16"/>
        </w:rPr>
        <w:sectPr w:rsidR="00165665" w:rsidSect="00D90022">
          <w:footnotePr>
            <w:pos w:val="beneathText"/>
            <w:numFmt w:val="chicago"/>
          </w:footnotePr>
          <w:endnotePr>
            <w:numFmt w:val="decimal"/>
          </w:endnotePr>
          <w:type w:val="continuous"/>
          <w:pgSz w:w="11907" w:h="16840" w:code="9"/>
          <w:pgMar w:top="2098" w:right="1134" w:bottom="1077" w:left="1134" w:header="2102" w:footer="1080" w:gutter="0"/>
          <w:cols w:num="2" w:space="288"/>
          <w:docGrid w:linePitch="360"/>
        </w:sectPr>
      </w:pPr>
    </w:p>
    <w:tbl>
      <w:tblPr>
        <w:tblW w:w="0" w:type="auto"/>
        <w:jc w:val="center"/>
        <w:tblLook w:val="04A0" w:firstRow="1" w:lastRow="0" w:firstColumn="1" w:lastColumn="0" w:noHBand="0" w:noVBand="1"/>
      </w:tblPr>
      <w:tblGrid>
        <w:gridCol w:w="9855"/>
      </w:tblGrid>
      <w:tr w:rsidR="00165665" w:rsidRPr="00E56880" w:rsidTr="00074A20">
        <w:trPr>
          <w:jc w:val="center"/>
        </w:trPr>
        <w:tc>
          <w:tcPr>
            <w:tcW w:w="9855" w:type="dxa"/>
          </w:tcPr>
          <w:p w:rsidR="00165665" w:rsidRPr="002207D3" w:rsidRDefault="006907B3" w:rsidP="00074A20">
            <w:pPr>
              <w:pStyle w:val="Textkrper-Zeileneinzug"/>
              <w:ind w:firstLine="0"/>
              <w:jc w:val="center"/>
              <w:rPr>
                <w:kern w:val="16"/>
              </w:rPr>
            </w:pPr>
            <w:r w:rsidRPr="00AA3EDF">
              <w:rPr>
                <w:noProof/>
                <w:kern w:val="16"/>
                <w:lang w:val="de-DE" w:eastAsia="de-DE"/>
              </w:rPr>
              <w:lastRenderedPageBreak/>
              <w:drawing>
                <wp:inline distT="0" distB="0" distL="0" distR="0" wp14:anchorId="01CD0B3E" wp14:editId="3234EE3D">
                  <wp:extent cx="6117590" cy="2873375"/>
                  <wp:effectExtent l="0" t="0" r="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ACpic3v2.jpg"/>
                          <pic:cNvPicPr/>
                        </pic:nvPicPr>
                        <pic:blipFill>
                          <a:blip r:embed="rId9">
                            <a:extLst>
                              <a:ext uri="{28A0092B-C50C-407E-A947-70E740481C1C}">
                                <a14:useLocalDpi xmlns:a14="http://schemas.microsoft.com/office/drawing/2010/main" val="0"/>
                              </a:ext>
                            </a:extLst>
                          </a:blip>
                          <a:stretch>
                            <a:fillRect/>
                          </a:stretch>
                        </pic:blipFill>
                        <pic:spPr>
                          <a:xfrm>
                            <a:off x="0" y="0"/>
                            <a:ext cx="6117590" cy="2873375"/>
                          </a:xfrm>
                          <a:prstGeom prst="rect">
                            <a:avLst/>
                          </a:prstGeom>
                        </pic:spPr>
                      </pic:pic>
                    </a:graphicData>
                  </a:graphic>
                </wp:inline>
              </w:drawing>
            </w:r>
          </w:p>
        </w:tc>
      </w:tr>
      <w:tr w:rsidR="00165665" w:rsidRPr="00E56880" w:rsidTr="00074A20">
        <w:trPr>
          <w:jc w:val="center"/>
        </w:trPr>
        <w:tc>
          <w:tcPr>
            <w:tcW w:w="9855" w:type="dxa"/>
          </w:tcPr>
          <w:p w:rsidR="00165665" w:rsidRPr="002207D3" w:rsidRDefault="00165665" w:rsidP="00197F96">
            <w:pPr>
              <w:pStyle w:val="FigureCaptionMultiLine"/>
              <w:rPr>
                <w:kern w:val="16"/>
              </w:rPr>
            </w:pPr>
            <w:r w:rsidRPr="002207D3">
              <w:rPr>
                <w:kern w:val="16"/>
              </w:rPr>
              <w:t xml:space="preserve">Figure 2: Example of a full-width figure showing </w:t>
            </w:r>
            <w:r w:rsidR="009B15A2">
              <w:rPr>
                <w:kern w:val="16"/>
              </w:rPr>
              <w:t xml:space="preserve">the JACoW Team at their annual meeting in </w:t>
            </w:r>
            <w:r w:rsidR="002B3C84">
              <w:rPr>
                <w:kern w:val="16"/>
              </w:rPr>
              <w:t>2012</w:t>
            </w:r>
            <w:r w:rsidRPr="002207D3">
              <w:rPr>
                <w:kern w:val="16"/>
              </w:rPr>
              <w:t>.</w:t>
            </w:r>
            <w:r>
              <w:rPr>
                <w:kern w:val="16"/>
              </w:rPr>
              <w:t xml:space="preserve"> This figure </w:t>
            </w:r>
            <w:r w:rsidR="002B3C84">
              <w:rPr>
                <w:kern w:val="16"/>
              </w:rPr>
              <w:t>ha</w:t>
            </w:r>
            <w:r>
              <w:rPr>
                <w:kern w:val="16"/>
              </w:rPr>
              <w:t xml:space="preserve">s a multi-line caption </w:t>
            </w:r>
            <w:r w:rsidR="002B3C84">
              <w:rPr>
                <w:kern w:val="16"/>
              </w:rPr>
              <w:t xml:space="preserve">that </w:t>
            </w:r>
            <w:r>
              <w:rPr>
                <w:kern w:val="16"/>
              </w:rPr>
              <w:t xml:space="preserve">has to be justified rather than </w:t>
            </w:r>
            <w:r w:rsidRPr="00AA3EDF">
              <w:rPr>
                <w:kern w:val="16"/>
                <w:lang w:val="en-US"/>
              </w:rPr>
              <w:t>centred</w:t>
            </w:r>
            <w:r>
              <w:rPr>
                <w:kern w:val="16"/>
              </w:rPr>
              <w:t>.</w:t>
            </w:r>
          </w:p>
        </w:tc>
      </w:tr>
    </w:tbl>
    <w:p w:rsidR="00165665" w:rsidRDefault="00165665" w:rsidP="00165665">
      <w:pPr>
        <w:pStyle w:val="Textkrper-Zeileneinzug"/>
        <w:rPr>
          <w:kern w:val="16"/>
        </w:rPr>
      </w:pPr>
    </w:p>
    <w:p w:rsidR="00165665" w:rsidRDefault="00165665" w:rsidP="00165665">
      <w:pPr>
        <w:pStyle w:val="Textkrper-Zeileneinzug"/>
        <w:rPr>
          <w:kern w:val="16"/>
        </w:rPr>
        <w:sectPr w:rsidR="00165665" w:rsidSect="00D90022">
          <w:footnotePr>
            <w:pos w:val="beneathText"/>
            <w:numFmt w:val="chicago"/>
          </w:footnotePr>
          <w:endnotePr>
            <w:numFmt w:val="decimal"/>
          </w:endnotePr>
          <w:type w:val="continuous"/>
          <w:pgSz w:w="11907" w:h="16840" w:code="9"/>
          <w:pgMar w:top="2098" w:right="1134" w:bottom="1077" w:left="1134" w:header="2102" w:footer="1080" w:gutter="0"/>
          <w:cols w:space="288"/>
          <w:docGrid w:linePitch="360"/>
        </w:sectPr>
      </w:pPr>
    </w:p>
    <w:p w:rsidR="009B3971" w:rsidRDefault="00541B68" w:rsidP="00197F96">
      <w:pPr>
        <w:pStyle w:val="Textkrper-Zeileneinzug"/>
      </w:pPr>
      <w:r>
        <w:t xml:space="preserve">The names of authors, their organizations/affiliations and mailing addresses should be grouped by affiliation </w:t>
      </w:r>
      <w:r w:rsidR="009B3971">
        <w:t>and listed in 12 pt upper- and lowercase letters. The name of the submitting or primary author should be first, followed by the co-authors, alphabetically by affiliation.</w:t>
      </w:r>
    </w:p>
    <w:p w:rsidR="00165665" w:rsidRPr="00AA3EDF" w:rsidRDefault="00165665" w:rsidP="007A3099">
      <w:pPr>
        <w:pStyle w:val="SubsectionHeading"/>
      </w:pPr>
      <w:r>
        <w:t>Section Headings</w:t>
      </w:r>
    </w:p>
    <w:p w:rsidR="00165665" w:rsidRDefault="00165665" w:rsidP="00165665">
      <w:pPr>
        <w:pStyle w:val="Textkrper-Zeileneinzug"/>
        <w:rPr>
          <w:kern w:val="16"/>
        </w:rPr>
      </w:pPr>
      <w:r>
        <w:rPr>
          <w:kern w:val="16"/>
        </w:rPr>
        <w:t>Section headings should not be numbered. They should use 12</w:t>
      </w:r>
      <w:r w:rsidR="00662C6C">
        <w:rPr>
          <w:kern w:val="16"/>
        </w:rPr>
        <w:t> pt</w:t>
      </w:r>
      <w:r>
        <w:rPr>
          <w:kern w:val="16"/>
        </w:rPr>
        <w:t xml:space="preserve"> bold uppercase letters and be </w:t>
      </w:r>
      <w:r w:rsidRPr="00AA3EDF">
        <w:rPr>
          <w:kern w:val="16"/>
          <w:lang w:val="en-US"/>
        </w:rPr>
        <w:t>centred</w:t>
      </w:r>
      <w:r>
        <w:rPr>
          <w:kern w:val="16"/>
        </w:rPr>
        <w:t xml:space="preserve"> in the column. All section headings should appear directly above the text—there should never be a column break between a heading and the following paragraph.</w:t>
      </w:r>
    </w:p>
    <w:p w:rsidR="00165665" w:rsidRDefault="00165665" w:rsidP="007A3099">
      <w:pPr>
        <w:pStyle w:val="SubsectionHeading"/>
      </w:pPr>
      <w:r>
        <w:t>Subsection Headings</w:t>
      </w:r>
    </w:p>
    <w:p w:rsidR="00165665" w:rsidRDefault="00165665" w:rsidP="00165665">
      <w:pPr>
        <w:pStyle w:val="Textkrper-Zeileneinzug"/>
        <w:rPr>
          <w:kern w:val="16"/>
        </w:rPr>
      </w:pPr>
      <w:r>
        <w:rPr>
          <w:kern w:val="16"/>
        </w:rPr>
        <w:t>Subsection headings should not be numbered. They should use 12</w:t>
      </w:r>
      <w:r w:rsidR="00662C6C">
        <w:rPr>
          <w:kern w:val="16"/>
        </w:rPr>
        <w:t> pt</w:t>
      </w:r>
      <w:r>
        <w:rPr>
          <w:kern w:val="16"/>
        </w:rPr>
        <w:t xml:space="preserve"> italic letters and be left aligned in the column. Subsection headings</w:t>
      </w:r>
      <w:r w:rsidR="002B3C84">
        <w:rPr>
          <w:kern w:val="16"/>
        </w:rPr>
        <w:t xml:space="preserve"> use Title Case (or Initial Caps) and</w:t>
      </w:r>
      <w:r>
        <w:rPr>
          <w:kern w:val="16"/>
        </w:rPr>
        <w:t xml:space="preserve"> should appear directly above the text—there should never be a column break between a subheading and the following paragraph.</w:t>
      </w:r>
    </w:p>
    <w:p w:rsidR="005C76FE" w:rsidRPr="00BC6316" w:rsidRDefault="00BC6316" w:rsidP="007A3099">
      <w:pPr>
        <w:pStyle w:val="Textkrper-Zeileneinzug"/>
        <w:spacing w:before="120"/>
      </w:pPr>
      <w:r w:rsidRPr="00EE4291">
        <w:rPr>
          <w:b/>
        </w:rPr>
        <w:t>Third-level Heading</w:t>
      </w:r>
      <w:r w:rsidR="002B3C84">
        <w:rPr>
          <w:b/>
        </w:rPr>
        <w:t>s</w:t>
      </w:r>
      <w:r>
        <w:t xml:space="preserve"> </w:t>
      </w:r>
      <w:r w:rsidR="003A2652">
        <w:t xml:space="preserve">should use 10 pt bold letters and be run into the paragraph text. In LaTeX these headings </w:t>
      </w:r>
      <w:r w:rsidR="002B3C84">
        <w:t>are created with LaTeX’s \sub</w:t>
      </w:r>
      <w:r w:rsidR="00EF5BB8">
        <w:t>sub</w:t>
      </w:r>
      <w:r w:rsidR="002B3C84">
        <w:t>section command.  In the Word templates</w:t>
      </w:r>
      <w:r w:rsidR="007F0E02">
        <w:t xml:space="preserve"> authors must bold </w:t>
      </w:r>
      <w:r w:rsidR="00EF5BB8">
        <w:t xml:space="preserve">the </w:t>
      </w:r>
      <w:r w:rsidR="003A2652">
        <w:t xml:space="preserve">heading </w:t>
      </w:r>
      <w:r w:rsidR="007F0E02">
        <w:t>text themselves</w:t>
      </w:r>
      <w:r w:rsidR="003A2652">
        <w:t>,</w:t>
      </w:r>
      <w:r w:rsidR="007F0E02">
        <w:t xml:space="preserve"> </w:t>
      </w:r>
      <w:r w:rsidR="003A2652">
        <w:t>T</w:t>
      </w:r>
      <w:r w:rsidR="002B3C84">
        <w:t xml:space="preserve">his heading </w:t>
      </w:r>
      <w:r>
        <w:t xml:space="preserve">should be used sparingly. </w:t>
      </w:r>
      <w:r w:rsidR="002B3C84">
        <w:t>See Table 2 for its style details.</w:t>
      </w:r>
      <w:r w:rsidR="00B94C4E">
        <w:t xml:space="preserve"> </w:t>
      </w:r>
    </w:p>
    <w:p w:rsidR="00165665" w:rsidRDefault="00165665" w:rsidP="007A3099">
      <w:pPr>
        <w:pStyle w:val="SubsectionHeading"/>
      </w:pPr>
      <w:r>
        <w:t>Paragraph Text</w:t>
      </w:r>
    </w:p>
    <w:p w:rsidR="00165665" w:rsidRDefault="00165665" w:rsidP="00165665">
      <w:pPr>
        <w:pStyle w:val="Textkrper-Zeileneinzug"/>
        <w:rPr>
          <w:kern w:val="16"/>
        </w:rPr>
      </w:pPr>
      <w:r>
        <w:rPr>
          <w:kern w:val="16"/>
        </w:rPr>
        <w:t>Paragraphs should use 10</w:t>
      </w:r>
      <w:r w:rsidR="00662C6C">
        <w:rPr>
          <w:kern w:val="16"/>
        </w:rPr>
        <w:t> pt</w:t>
      </w:r>
      <w:r>
        <w:rPr>
          <w:kern w:val="16"/>
        </w:rPr>
        <w:t xml:space="preserve"> font and be justified (touch each side) in the column. The beginning of each paragraph should be indented approximately 3 mm (0.13 in). The last line of a paragraph should not be printed by itself at the beginning of a column nor should the first line of a paragraph be printed by itself at the end of a column.</w:t>
      </w:r>
    </w:p>
    <w:p w:rsidR="00165665" w:rsidRDefault="00EF4E58" w:rsidP="00D90022">
      <w:pPr>
        <w:pStyle w:val="SubsectionHeading"/>
        <w:spacing w:before="0"/>
      </w:pPr>
      <w:r>
        <w:t>f</w:t>
      </w:r>
      <w:r w:rsidR="00165665">
        <w:t xml:space="preserve">igures, </w:t>
      </w:r>
      <w:r>
        <w:t>t</w:t>
      </w:r>
      <w:r w:rsidR="00165665">
        <w:t xml:space="preserve">ables and </w:t>
      </w:r>
      <w:r>
        <w:t>e</w:t>
      </w:r>
      <w:r w:rsidR="00165665">
        <w:t>quations</w:t>
      </w:r>
    </w:p>
    <w:p w:rsidR="00662C6C" w:rsidRDefault="00165665" w:rsidP="00662C6C">
      <w:pPr>
        <w:pStyle w:val="Textkrper-Zeileneinzug"/>
        <w:rPr>
          <w:kern w:val="16"/>
        </w:rPr>
      </w:pPr>
      <w:r>
        <w:rPr>
          <w:kern w:val="16"/>
        </w:rPr>
        <w:t xml:space="preserve">Place figures and tables as close to their place of mention as possible. Lettering in figures and tables should be large enough to reproduce clearly. Use of non-approved fonts in figures can lead to problems when the files are processed. </w:t>
      </w:r>
      <w:r w:rsidR="00662C6C" w:rsidRPr="005B1652">
        <w:rPr>
          <w:kern w:val="16"/>
        </w:rPr>
        <w:t xml:space="preserve">LaTeX users </w:t>
      </w:r>
      <w:r w:rsidR="00AE1E3B">
        <w:rPr>
          <w:kern w:val="16"/>
        </w:rPr>
        <w:t>should</w:t>
      </w:r>
      <w:r w:rsidR="00662C6C">
        <w:rPr>
          <w:kern w:val="16"/>
        </w:rPr>
        <w:t xml:space="preserve"> </w:t>
      </w:r>
      <w:r w:rsidR="00662C6C" w:rsidRPr="005B1652">
        <w:rPr>
          <w:kern w:val="16"/>
        </w:rPr>
        <w:t xml:space="preserve">be sure to use </w:t>
      </w:r>
      <w:r w:rsidR="00FD3F5D" w:rsidRPr="005B1652">
        <w:rPr>
          <w:kern w:val="16"/>
        </w:rPr>
        <w:t>non</w:t>
      </w:r>
      <w:r w:rsidR="00FD3F5D">
        <w:rPr>
          <w:kern w:val="16"/>
        </w:rPr>
        <w:t>-</w:t>
      </w:r>
      <w:r w:rsidR="00662C6C" w:rsidRPr="005B1652">
        <w:rPr>
          <w:kern w:val="16"/>
        </w:rPr>
        <w:t>bitmapped versions of Computer Modern fonts in equations (</w:t>
      </w:r>
      <w:r w:rsidR="00FD3F5D">
        <w:rPr>
          <w:kern w:val="16"/>
        </w:rPr>
        <w:t>T</w:t>
      </w:r>
      <w:r w:rsidR="00FD3F5D" w:rsidRPr="005B1652">
        <w:rPr>
          <w:kern w:val="16"/>
        </w:rPr>
        <w:t xml:space="preserve">ype </w:t>
      </w:r>
      <w:r w:rsidR="00662C6C" w:rsidRPr="005B1652">
        <w:rPr>
          <w:kern w:val="16"/>
        </w:rPr>
        <w:t xml:space="preserve">1 PostScript </w:t>
      </w:r>
      <w:r w:rsidR="00FD3F5D">
        <w:rPr>
          <w:kern w:val="16"/>
        </w:rPr>
        <w:t xml:space="preserve">or OpenType </w:t>
      </w:r>
      <w:r w:rsidR="00662C6C" w:rsidRPr="005B1652">
        <w:rPr>
          <w:kern w:val="16"/>
        </w:rPr>
        <w:t>fonts are required</w:t>
      </w:r>
      <w:r w:rsidR="00FD3F5D">
        <w:rPr>
          <w:kern w:val="16"/>
        </w:rPr>
        <w:t>.</w:t>
      </w:r>
      <w:r w:rsidR="00662C6C" w:rsidRPr="005B1652">
        <w:rPr>
          <w:kern w:val="16"/>
        </w:rPr>
        <w:t xml:space="preserve"> </w:t>
      </w:r>
      <w:r w:rsidR="00FD3F5D" w:rsidRPr="005B1652">
        <w:rPr>
          <w:kern w:val="16"/>
        </w:rPr>
        <w:t>Their</w:t>
      </w:r>
      <w:r w:rsidR="00662C6C" w:rsidRPr="005B1652">
        <w:rPr>
          <w:kern w:val="16"/>
        </w:rPr>
        <w:t xml:space="preserve"> use is described in the JACoW help pages</w:t>
      </w:r>
      <w:r w:rsidR="00662C6C">
        <w:rPr>
          <w:kern w:val="16"/>
        </w:rPr>
        <w:t xml:space="preserve"> </w:t>
      </w:r>
      <w:r w:rsidR="00662C6C" w:rsidRPr="007A3099">
        <w:rPr>
          <w:kern w:val="16"/>
        </w:rPr>
        <w:t>[</w:t>
      </w:r>
      <w:r w:rsidR="00FD3F5D" w:rsidRPr="007A3099">
        <w:rPr>
          <w:kern w:val="16"/>
        </w:rPr>
        <w:t>1</w:t>
      </w:r>
      <w:r w:rsidR="00662C6C" w:rsidRPr="007A3099">
        <w:rPr>
          <w:kern w:val="16"/>
        </w:rPr>
        <w:t>]).</w:t>
      </w:r>
    </w:p>
    <w:p w:rsidR="00165665" w:rsidRDefault="00FD3F5D" w:rsidP="002D2A47">
      <w:pPr>
        <w:pStyle w:val="Textkrper-Zeileneinzug"/>
        <w:rPr>
          <w:kern w:val="16"/>
        </w:rPr>
      </w:pPr>
      <w:r>
        <w:rPr>
          <w:kern w:val="16"/>
        </w:rPr>
        <w:t xml:space="preserve">Each </w:t>
      </w:r>
      <w:r w:rsidR="00165665">
        <w:rPr>
          <w:kern w:val="16"/>
        </w:rPr>
        <w:t>figure and table must be number</w:t>
      </w:r>
      <w:r>
        <w:rPr>
          <w:kern w:val="16"/>
        </w:rPr>
        <w:t>ed in ascending order</w:t>
      </w:r>
      <w:r w:rsidR="00165665">
        <w:rPr>
          <w:kern w:val="16"/>
        </w:rPr>
        <w:t xml:space="preserve"> (1, 2, 3, etc.)</w:t>
      </w:r>
      <w:r w:rsidR="00910B4C">
        <w:rPr>
          <w:kern w:val="16"/>
        </w:rPr>
        <w:t xml:space="preserve"> throughout the paper.</w:t>
      </w:r>
      <w:r w:rsidR="00165665">
        <w:rPr>
          <w:kern w:val="16"/>
        </w:rPr>
        <w:t xml:space="preserve"> </w:t>
      </w:r>
      <w:r w:rsidR="00910B4C">
        <w:rPr>
          <w:kern w:val="16"/>
        </w:rPr>
        <w:t xml:space="preserve"> Figure </w:t>
      </w:r>
      <w:r w:rsidR="00165665">
        <w:rPr>
          <w:kern w:val="16"/>
        </w:rPr>
        <w:t>captions (10</w:t>
      </w:r>
      <w:r w:rsidR="00662C6C">
        <w:rPr>
          <w:kern w:val="16"/>
        </w:rPr>
        <w:t> pt</w:t>
      </w:r>
      <w:r w:rsidR="00165665">
        <w:rPr>
          <w:kern w:val="16"/>
        </w:rPr>
        <w:t xml:space="preserve"> font) </w:t>
      </w:r>
      <w:r w:rsidR="00910B4C">
        <w:rPr>
          <w:kern w:val="16"/>
        </w:rPr>
        <w:t xml:space="preserve">are </w:t>
      </w:r>
      <w:r w:rsidR="00165665">
        <w:rPr>
          <w:kern w:val="16"/>
        </w:rPr>
        <w:t>placed below figures</w:t>
      </w:r>
      <w:r w:rsidR="00910B4C">
        <w:rPr>
          <w:kern w:val="16"/>
        </w:rPr>
        <w:t>,</w:t>
      </w:r>
      <w:r w:rsidR="00165665">
        <w:rPr>
          <w:kern w:val="16"/>
        </w:rPr>
        <w:t xml:space="preserve"> and table</w:t>
      </w:r>
      <w:r w:rsidR="00910B4C">
        <w:rPr>
          <w:kern w:val="16"/>
        </w:rPr>
        <w:t xml:space="preserve"> captions are placed above tables</w:t>
      </w:r>
      <w:r w:rsidR="00165665">
        <w:rPr>
          <w:kern w:val="16"/>
        </w:rPr>
        <w:t xml:space="preserve">. </w:t>
      </w:r>
      <w:r w:rsidR="00910B4C">
        <w:rPr>
          <w:kern w:val="16"/>
        </w:rPr>
        <w:t>Single-line c</w:t>
      </w:r>
      <w:r w:rsidR="00165665">
        <w:rPr>
          <w:kern w:val="16"/>
        </w:rPr>
        <w:t xml:space="preserve">aptions </w:t>
      </w:r>
      <w:r w:rsidR="00910B4C">
        <w:rPr>
          <w:kern w:val="16"/>
        </w:rPr>
        <w:t>are</w:t>
      </w:r>
      <w:r w:rsidR="00165665">
        <w:rPr>
          <w:kern w:val="16"/>
        </w:rPr>
        <w:t xml:space="preserve"> </w:t>
      </w:r>
      <w:r w:rsidR="00323071">
        <w:rPr>
          <w:kern w:val="16"/>
        </w:rPr>
        <w:t>centred</w:t>
      </w:r>
      <w:r w:rsidR="00165665">
        <w:rPr>
          <w:kern w:val="16"/>
        </w:rPr>
        <w:t xml:space="preserve"> in the column, while captions that span more than one line should be justified.</w:t>
      </w:r>
      <w:r w:rsidR="002D2A47" w:rsidRPr="002D2A47">
        <w:rPr>
          <w:kern w:val="16"/>
        </w:rPr>
        <w:t xml:space="preserve"> </w:t>
      </w:r>
      <w:r w:rsidR="002D2A47">
        <w:rPr>
          <w:kern w:val="16"/>
        </w:rPr>
        <w:t>The LaTeX template uses the ‘booktabs’ package to format tables</w:t>
      </w:r>
      <w:r w:rsidR="00910B4C">
        <w:rPr>
          <w:kern w:val="16"/>
        </w:rPr>
        <w:t>.</w:t>
      </w:r>
    </w:p>
    <w:p w:rsidR="00165665" w:rsidRDefault="00165665" w:rsidP="00165665">
      <w:pPr>
        <w:pStyle w:val="Textkrper-Zeileneinzug"/>
        <w:rPr>
          <w:kern w:val="16"/>
        </w:rPr>
      </w:pPr>
      <w:r>
        <w:rPr>
          <w:kern w:val="16"/>
        </w:rPr>
        <w:t xml:space="preserve">A simple way to introduce figures into a Word document is to place them inside a table </w:t>
      </w:r>
      <w:r w:rsidR="00910B4C">
        <w:rPr>
          <w:kern w:val="16"/>
        </w:rPr>
        <w:t xml:space="preserve">that has </w:t>
      </w:r>
      <w:r>
        <w:rPr>
          <w:kern w:val="16"/>
        </w:rPr>
        <w:t xml:space="preserve">no borders. This </w:t>
      </w:r>
      <w:r w:rsidR="00662C6C">
        <w:rPr>
          <w:kern w:val="16"/>
        </w:rPr>
        <w:t>is</w:t>
      </w:r>
      <w:r>
        <w:rPr>
          <w:kern w:val="16"/>
        </w:rPr>
        <w:t xml:space="preserve"> done in </w:t>
      </w:r>
      <w:r w:rsidR="00662C6C">
        <w:rPr>
          <w:kern w:val="16"/>
        </w:rPr>
        <w:t xml:space="preserve">Word as </w:t>
      </w:r>
      <w:r w:rsidR="001F5C87">
        <w:rPr>
          <w:kern w:val="16"/>
        </w:rPr>
        <w:t>described below.</w:t>
      </w:r>
    </w:p>
    <w:p w:rsidR="00EF5BB8" w:rsidRPr="00AA3EDF" w:rsidRDefault="00EF5BB8" w:rsidP="00165665">
      <w:pPr>
        <w:pStyle w:val="Textkrper-Zeileneinzug"/>
        <w:rPr>
          <w:i/>
          <w:kern w:val="16"/>
        </w:rPr>
      </w:pPr>
      <w:r w:rsidRPr="001F5C87">
        <w:rPr>
          <w:i/>
          <w:kern w:val="16"/>
        </w:rPr>
        <w:t>Note: If the figure spans both columns, do all steps. If the figure is contained in a single column, start at step 5.</w:t>
      </w:r>
    </w:p>
    <w:p w:rsidR="003A575A" w:rsidRPr="001F5C87" w:rsidRDefault="003A575A" w:rsidP="00EF4E58">
      <w:pPr>
        <w:pStyle w:val="Textkrper-Zeileneinzug"/>
        <w:numPr>
          <w:ilvl w:val="0"/>
          <w:numId w:val="16"/>
        </w:numPr>
        <w:jc w:val="right"/>
        <w:rPr>
          <w:kern w:val="16"/>
        </w:rPr>
      </w:pPr>
      <w:r w:rsidRPr="001F5C87">
        <w:rPr>
          <w:kern w:val="16"/>
        </w:rPr>
        <w:t>Insert a continuous section break.</w:t>
      </w:r>
    </w:p>
    <w:p w:rsidR="003A575A" w:rsidRPr="001F5C87" w:rsidRDefault="003A575A" w:rsidP="00EF4E58">
      <w:pPr>
        <w:pStyle w:val="Textkrper-Zeileneinzug"/>
        <w:numPr>
          <w:ilvl w:val="0"/>
          <w:numId w:val="16"/>
        </w:numPr>
        <w:jc w:val="right"/>
        <w:rPr>
          <w:kern w:val="16"/>
        </w:rPr>
      </w:pPr>
      <w:r w:rsidRPr="001F5C87">
        <w:rPr>
          <w:kern w:val="16"/>
        </w:rPr>
        <w:t>Insert two empty lines (make</w:t>
      </w:r>
      <w:r w:rsidR="0064089E" w:rsidRPr="001F5C87">
        <w:rPr>
          <w:kern w:val="16"/>
        </w:rPr>
        <w:t>s later</w:t>
      </w:r>
      <w:r w:rsidRPr="001F5C87">
        <w:rPr>
          <w:kern w:val="16"/>
        </w:rPr>
        <w:t xml:space="preserve"> editing easier).</w:t>
      </w:r>
    </w:p>
    <w:p w:rsidR="003A575A" w:rsidRPr="001F5C87" w:rsidRDefault="003A575A" w:rsidP="00EF4E58">
      <w:pPr>
        <w:pStyle w:val="Textkrper-Zeileneinzug"/>
        <w:numPr>
          <w:ilvl w:val="0"/>
          <w:numId w:val="16"/>
        </w:numPr>
        <w:jc w:val="right"/>
        <w:rPr>
          <w:kern w:val="16"/>
        </w:rPr>
      </w:pPr>
      <w:r w:rsidRPr="001F5C87">
        <w:rPr>
          <w:kern w:val="16"/>
        </w:rPr>
        <w:t>Insert another continuous section break.</w:t>
      </w:r>
    </w:p>
    <w:p w:rsidR="003A575A" w:rsidRPr="001F5C87" w:rsidRDefault="003A575A" w:rsidP="00EF4E58">
      <w:pPr>
        <w:pStyle w:val="Textkrper-Zeileneinzug"/>
        <w:numPr>
          <w:ilvl w:val="0"/>
          <w:numId w:val="16"/>
        </w:numPr>
        <w:jc w:val="right"/>
        <w:rPr>
          <w:rFonts w:cs="Times"/>
          <w:kern w:val="16"/>
        </w:rPr>
      </w:pPr>
      <w:r w:rsidRPr="001F5C87">
        <w:rPr>
          <w:kern w:val="16"/>
        </w:rPr>
        <w:t xml:space="preserve">Click between the two section breaks and </w:t>
      </w:r>
      <w:r w:rsidR="00EF5BB8" w:rsidRPr="001F5C87">
        <w:rPr>
          <w:kern w:val="16"/>
        </w:rPr>
        <w:t xml:space="preserve">Page Layout </w:t>
      </w:r>
      <w:r w:rsidRPr="001F5C87">
        <w:rPr>
          <w:rFonts w:ascii="Symbol" w:hAnsi="Symbol" w:cs="Times"/>
          <w:kern w:val="16"/>
        </w:rPr>
        <w:t></w:t>
      </w:r>
      <w:r w:rsidRPr="001F5C87">
        <w:rPr>
          <w:rFonts w:cs="Times"/>
          <w:kern w:val="16"/>
        </w:rPr>
        <w:t xml:space="preserve"> </w:t>
      </w:r>
      <w:r w:rsidR="00EF5BB8" w:rsidRPr="001F5C87">
        <w:rPr>
          <w:rFonts w:cs="Times"/>
          <w:kern w:val="16"/>
        </w:rPr>
        <w:t xml:space="preserve">Columns </w:t>
      </w:r>
      <w:r w:rsidRPr="001F5C87">
        <w:rPr>
          <w:rFonts w:ascii="Symbol" w:hAnsi="Symbol" w:cs="Times"/>
          <w:kern w:val="16"/>
        </w:rPr>
        <w:t></w:t>
      </w:r>
      <w:r w:rsidRPr="001F5C87">
        <w:rPr>
          <w:rFonts w:cs="Times"/>
          <w:kern w:val="16"/>
        </w:rPr>
        <w:t xml:space="preserve"> Single.</w:t>
      </w:r>
    </w:p>
    <w:p w:rsidR="003A575A" w:rsidRPr="001F5C87" w:rsidRDefault="00FC42DB" w:rsidP="00EF4E58">
      <w:pPr>
        <w:pStyle w:val="Textkrper-Zeileneinzug"/>
        <w:numPr>
          <w:ilvl w:val="0"/>
          <w:numId w:val="16"/>
        </w:numPr>
        <w:jc w:val="right"/>
        <w:rPr>
          <w:rFonts w:cs="Times"/>
          <w:kern w:val="16"/>
        </w:rPr>
      </w:pPr>
      <w:r w:rsidRPr="001F5C87">
        <w:rPr>
          <w:rFonts w:cs="Times"/>
          <w:kern w:val="16"/>
        </w:rPr>
        <w:t xml:space="preserve">Insert </w:t>
      </w:r>
      <w:r w:rsidR="003A575A" w:rsidRPr="001F5C87">
        <w:rPr>
          <w:rFonts w:ascii="Symbol" w:hAnsi="Symbol" w:cs="Times"/>
          <w:kern w:val="16"/>
        </w:rPr>
        <w:t></w:t>
      </w:r>
      <w:r w:rsidR="003A575A" w:rsidRPr="001F5C87">
        <w:rPr>
          <w:rFonts w:cs="Times"/>
          <w:kern w:val="16"/>
        </w:rPr>
        <w:t xml:space="preserve"> </w:t>
      </w:r>
      <w:r w:rsidRPr="001F5C87">
        <w:rPr>
          <w:kern w:val="16"/>
        </w:rPr>
        <w:t xml:space="preserve">Table </w:t>
      </w:r>
      <w:r w:rsidRPr="001F5C87">
        <w:rPr>
          <w:rFonts w:cs="Times"/>
          <w:kern w:val="16"/>
        </w:rPr>
        <w:t xml:space="preserve">select </w:t>
      </w:r>
      <w:r w:rsidR="00910B4C" w:rsidRPr="001F5C87">
        <w:rPr>
          <w:rFonts w:cs="Times"/>
          <w:kern w:val="16"/>
        </w:rPr>
        <w:t>a one-</w:t>
      </w:r>
      <w:r w:rsidR="003A575A" w:rsidRPr="001F5C87">
        <w:rPr>
          <w:rFonts w:cs="Times"/>
          <w:kern w:val="16"/>
        </w:rPr>
        <w:t>column, two</w:t>
      </w:r>
      <w:r w:rsidR="00910B4C" w:rsidRPr="001F5C87">
        <w:rPr>
          <w:rFonts w:cs="Times"/>
          <w:kern w:val="16"/>
        </w:rPr>
        <w:t>-</w:t>
      </w:r>
      <w:r w:rsidR="003A575A" w:rsidRPr="001F5C87">
        <w:rPr>
          <w:rFonts w:cs="Times"/>
          <w:kern w:val="16"/>
        </w:rPr>
        <w:t>row table.</w:t>
      </w:r>
    </w:p>
    <w:p w:rsidR="003A575A" w:rsidRPr="001F5C87" w:rsidRDefault="003A575A" w:rsidP="00EF4E58">
      <w:pPr>
        <w:pStyle w:val="Textkrper-Zeileneinzug"/>
        <w:numPr>
          <w:ilvl w:val="0"/>
          <w:numId w:val="16"/>
        </w:numPr>
        <w:jc w:val="right"/>
        <w:rPr>
          <w:kern w:val="16"/>
        </w:rPr>
      </w:pPr>
      <w:r w:rsidRPr="001F5C87">
        <w:rPr>
          <w:kern w:val="16"/>
        </w:rPr>
        <w:t>Paste the figure in the first row</w:t>
      </w:r>
      <w:r w:rsidR="00FC42DB" w:rsidRPr="001F5C87">
        <w:rPr>
          <w:kern w:val="16"/>
        </w:rPr>
        <w:t xml:space="preserve"> of the table </w:t>
      </w:r>
      <w:r w:rsidRPr="001F5C87">
        <w:rPr>
          <w:kern w:val="16"/>
        </w:rPr>
        <w:t xml:space="preserve"> and adjust the size as appropriate.</w:t>
      </w:r>
    </w:p>
    <w:p w:rsidR="003A575A" w:rsidRPr="001F5C87" w:rsidRDefault="003A575A" w:rsidP="00EF4E58">
      <w:pPr>
        <w:pStyle w:val="Textkrper-Zeileneinzug"/>
        <w:numPr>
          <w:ilvl w:val="0"/>
          <w:numId w:val="16"/>
        </w:numPr>
        <w:jc w:val="right"/>
        <w:rPr>
          <w:kern w:val="16"/>
        </w:rPr>
      </w:pPr>
      <w:r w:rsidRPr="001F5C87">
        <w:rPr>
          <w:kern w:val="16"/>
        </w:rPr>
        <w:t xml:space="preserve">Paste/Type the caption in the second row and apply </w:t>
      </w:r>
      <w:r w:rsidR="00FC42DB" w:rsidRPr="001F5C87">
        <w:rPr>
          <w:kern w:val="16"/>
        </w:rPr>
        <w:t xml:space="preserve">the appropriate </w:t>
      </w:r>
      <w:r w:rsidRPr="001F5C87">
        <w:rPr>
          <w:kern w:val="16"/>
        </w:rPr>
        <w:t>figure caption style.</w:t>
      </w:r>
    </w:p>
    <w:p w:rsidR="003A575A" w:rsidRPr="001F5C87" w:rsidRDefault="003A575A" w:rsidP="00EF4E58">
      <w:pPr>
        <w:pStyle w:val="Textkrper-Zeileneinzug"/>
        <w:numPr>
          <w:ilvl w:val="0"/>
          <w:numId w:val="16"/>
        </w:numPr>
        <w:jc w:val="right"/>
        <w:rPr>
          <w:rFonts w:cs="Times"/>
          <w:kern w:val="16"/>
        </w:rPr>
      </w:pPr>
      <w:r w:rsidRPr="001F5C87">
        <w:rPr>
          <w:kern w:val="16"/>
        </w:rPr>
        <w:lastRenderedPageBreak/>
        <w:t xml:space="preserve">Table </w:t>
      </w:r>
      <w:r w:rsidRPr="001F5C87">
        <w:rPr>
          <w:rFonts w:ascii="Symbol" w:hAnsi="Symbol" w:cs="Times"/>
          <w:kern w:val="16"/>
        </w:rPr>
        <w:t></w:t>
      </w:r>
      <w:r w:rsidRPr="001F5C87">
        <w:rPr>
          <w:rFonts w:cs="Times"/>
          <w:kern w:val="16"/>
        </w:rPr>
        <w:t xml:space="preserve"> Table properties </w:t>
      </w:r>
      <w:r w:rsidRPr="001F5C87">
        <w:rPr>
          <w:rFonts w:ascii="Symbol" w:hAnsi="Symbol" w:cs="Times"/>
          <w:kern w:val="16"/>
        </w:rPr>
        <w:t></w:t>
      </w:r>
      <w:r w:rsidRPr="001F5C87">
        <w:rPr>
          <w:rFonts w:cs="Times"/>
          <w:kern w:val="16"/>
        </w:rPr>
        <w:t xml:space="preserve"> Borders an</w:t>
      </w:r>
      <w:r w:rsidRPr="001F5C87">
        <w:rPr>
          <w:kern w:val="16"/>
        </w:rPr>
        <w:t xml:space="preserve">d </w:t>
      </w:r>
      <w:r w:rsidR="00FC42DB" w:rsidRPr="001F5C87">
        <w:rPr>
          <w:kern w:val="16"/>
        </w:rPr>
        <w:t xml:space="preserve">Shading </w:t>
      </w:r>
      <w:r w:rsidRPr="001F5C87">
        <w:rPr>
          <w:rFonts w:ascii="Symbol" w:hAnsi="Symbol" w:cs="Times"/>
          <w:kern w:val="16"/>
        </w:rPr>
        <w:t></w:t>
      </w:r>
      <w:r w:rsidRPr="001F5C87">
        <w:rPr>
          <w:rFonts w:cs="Times"/>
          <w:kern w:val="16"/>
        </w:rPr>
        <w:t xml:space="preserve"> None.</w:t>
      </w:r>
    </w:p>
    <w:p w:rsidR="003A575A" w:rsidRPr="001F5C87" w:rsidRDefault="003A575A" w:rsidP="00EF4E58">
      <w:pPr>
        <w:pStyle w:val="Textkrper-Zeileneinzug"/>
        <w:numPr>
          <w:ilvl w:val="0"/>
          <w:numId w:val="16"/>
        </w:numPr>
        <w:jc w:val="right"/>
        <w:rPr>
          <w:rFonts w:cs="Times"/>
          <w:kern w:val="16"/>
        </w:rPr>
      </w:pPr>
      <w:r w:rsidRPr="001F5C87">
        <w:rPr>
          <w:kern w:val="16"/>
        </w:rPr>
        <w:t xml:space="preserve">Table </w:t>
      </w:r>
      <w:r w:rsidRPr="001F5C87">
        <w:rPr>
          <w:rFonts w:ascii="Symbol" w:hAnsi="Symbol" w:cs="Times"/>
          <w:kern w:val="16"/>
        </w:rPr>
        <w:t></w:t>
      </w:r>
      <w:r w:rsidRPr="001F5C87">
        <w:rPr>
          <w:rFonts w:cs="Times"/>
          <w:kern w:val="16"/>
        </w:rPr>
        <w:t xml:space="preserve"> Table properties </w:t>
      </w:r>
      <w:r w:rsidRPr="001F5C87">
        <w:rPr>
          <w:rFonts w:ascii="Symbol" w:hAnsi="Symbol" w:cs="Times"/>
          <w:kern w:val="16"/>
        </w:rPr>
        <w:t></w:t>
      </w:r>
      <w:r w:rsidRPr="001F5C87">
        <w:rPr>
          <w:rFonts w:cs="Times"/>
          <w:kern w:val="16"/>
        </w:rPr>
        <w:t xml:space="preserve"> Alignment </w:t>
      </w:r>
      <w:r w:rsidRPr="001F5C87">
        <w:rPr>
          <w:rFonts w:ascii="Symbol" w:hAnsi="Symbol" w:cs="Times"/>
          <w:kern w:val="16"/>
        </w:rPr>
        <w:t></w:t>
      </w:r>
      <w:r w:rsidRPr="001F5C87">
        <w:rPr>
          <w:rFonts w:cs="Times"/>
          <w:kern w:val="16"/>
        </w:rPr>
        <w:t xml:space="preserve"> Center.</w:t>
      </w:r>
    </w:p>
    <w:p w:rsidR="003A575A" w:rsidRPr="001F5C87" w:rsidRDefault="003A575A" w:rsidP="00EF4E58">
      <w:pPr>
        <w:pStyle w:val="Textkrper-Zeileneinzug"/>
        <w:numPr>
          <w:ilvl w:val="0"/>
          <w:numId w:val="16"/>
        </w:numPr>
        <w:jc w:val="right"/>
        <w:rPr>
          <w:rFonts w:cs="Times"/>
          <w:kern w:val="16"/>
        </w:rPr>
      </w:pPr>
      <w:r w:rsidRPr="001F5C87">
        <w:rPr>
          <w:kern w:val="16"/>
        </w:rPr>
        <w:t xml:space="preserve">Table </w:t>
      </w:r>
      <w:r w:rsidRPr="001F5C87">
        <w:rPr>
          <w:rFonts w:ascii="Symbol" w:hAnsi="Symbol" w:cs="Times"/>
          <w:kern w:val="16"/>
        </w:rPr>
        <w:t></w:t>
      </w:r>
      <w:r w:rsidRPr="001F5C87">
        <w:rPr>
          <w:rFonts w:cs="Times"/>
          <w:kern w:val="16"/>
        </w:rPr>
        <w:t xml:space="preserve"> Table properties </w:t>
      </w:r>
      <w:r w:rsidRPr="001F5C87">
        <w:rPr>
          <w:rFonts w:ascii="Symbol" w:hAnsi="Symbol" w:cs="Times"/>
          <w:kern w:val="16"/>
        </w:rPr>
        <w:t></w:t>
      </w:r>
      <w:r w:rsidRPr="001F5C87">
        <w:rPr>
          <w:rFonts w:cs="Times"/>
          <w:kern w:val="16"/>
        </w:rPr>
        <w:t xml:space="preserve"> Text wrapping </w:t>
      </w:r>
      <w:r w:rsidRPr="001F5C87">
        <w:rPr>
          <w:rFonts w:ascii="Symbol" w:hAnsi="Symbol" w:cs="Times"/>
          <w:kern w:val="16"/>
        </w:rPr>
        <w:t></w:t>
      </w:r>
      <w:r w:rsidRPr="001F5C87">
        <w:rPr>
          <w:rFonts w:cs="Times"/>
          <w:kern w:val="16"/>
        </w:rPr>
        <w:t xml:space="preserve"> None.</w:t>
      </w:r>
    </w:p>
    <w:p w:rsidR="003A575A" w:rsidRPr="001F5C87" w:rsidRDefault="003A575A" w:rsidP="00EF4E58">
      <w:pPr>
        <w:pStyle w:val="Textkrper-Zeileneinzug"/>
        <w:numPr>
          <w:ilvl w:val="0"/>
          <w:numId w:val="16"/>
        </w:numPr>
        <w:jc w:val="right"/>
        <w:rPr>
          <w:kern w:val="16"/>
        </w:rPr>
      </w:pPr>
      <w:r w:rsidRPr="001F5C87">
        <w:rPr>
          <w:kern w:val="16"/>
        </w:rPr>
        <w:t>Remove blank lines from in and around the table.</w:t>
      </w:r>
    </w:p>
    <w:p w:rsidR="00165665" w:rsidRPr="003A575A" w:rsidRDefault="003A575A" w:rsidP="00EF4E58">
      <w:pPr>
        <w:pStyle w:val="Textkrper-Zeileneinzug"/>
        <w:numPr>
          <w:ilvl w:val="0"/>
          <w:numId w:val="16"/>
        </w:numPr>
        <w:jc w:val="right"/>
        <w:rPr>
          <w:kern w:val="16"/>
        </w:rPr>
      </w:pPr>
      <w:r w:rsidRPr="001F5C87">
        <w:rPr>
          <w:kern w:val="16"/>
        </w:rPr>
        <w:t>If necessary play with the cell spacing and other parameters to improve appearance.</w:t>
      </w:r>
    </w:p>
    <w:p w:rsidR="00165665" w:rsidRDefault="00165665" w:rsidP="00165665">
      <w:pPr>
        <w:pStyle w:val="Textkrper-Zeileneinzug"/>
        <w:rPr>
          <w:kern w:val="16"/>
        </w:rPr>
      </w:pPr>
      <w:r>
        <w:rPr>
          <w:kern w:val="16"/>
        </w:rPr>
        <w:t>If a displayed equation needs a number</w:t>
      </w:r>
      <w:r w:rsidR="00910B4C">
        <w:rPr>
          <w:kern w:val="16"/>
        </w:rPr>
        <w:t xml:space="preserve"> (i.e., it will be referenced)</w:t>
      </w:r>
      <w:r>
        <w:rPr>
          <w:kern w:val="16"/>
        </w:rPr>
        <w:t xml:space="preserve">, place it flush with the right margin of the column (see Eq. 1). The equation itself should be </w:t>
      </w:r>
      <w:r w:rsidR="00910B4C">
        <w:rPr>
          <w:kern w:val="16"/>
        </w:rPr>
        <w:t>indented (</w:t>
      </w:r>
      <w:r w:rsidR="00323071">
        <w:rPr>
          <w:kern w:val="16"/>
        </w:rPr>
        <w:t>centred</w:t>
      </w:r>
      <w:r>
        <w:rPr>
          <w:kern w:val="16"/>
        </w:rPr>
        <w:t>, if possible</w:t>
      </w:r>
      <w:r w:rsidR="00910B4C">
        <w:rPr>
          <w:kern w:val="16"/>
        </w:rPr>
        <w:t>)</w:t>
      </w:r>
      <w:r>
        <w:rPr>
          <w:kern w:val="16"/>
        </w:rPr>
        <w:t xml:space="preserve">. Units should be written using the roman </w:t>
      </w:r>
      <w:r w:rsidR="003A575A">
        <w:rPr>
          <w:kern w:val="16"/>
        </w:rPr>
        <w:t xml:space="preserve">(standard) </w:t>
      </w:r>
      <w:r>
        <w:rPr>
          <w:kern w:val="16"/>
        </w:rPr>
        <w:t>font, not the italic font</w:t>
      </w:r>
      <w:r w:rsidR="0064089E">
        <w:rPr>
          <w:kern w:val="16"/>
        </w:rPr>
        <w:t>:</w:t>
      </w:r>
    </w:p>
    <w:p w:rsidR="00165665" w:rsidRDefault="00D02203">
      <w:pPr>
        <w:pStyle w:val="Equation"/>
      </w:pPr>
      <w:r>
        <w:tab/>
      </w:r>
      <w:r w:rsidR="009B3971" w:rsidRPr="009B3971">
        <w:rPr>
          <w:position w:val="-26"/>
        </w:rPr>
        <w:object w:dxaOrig="226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3.65pt;height:30pt" o:ole="">
            <v:imagedata r:id="rId10" o:title=""/>
          </v:shape>
          <o:OLEObject Type="Embed" ProgID="Equation.3" ShapeID="_x0000_i1025" DrawAspect="Content" ObjectID="_1540187590" r:id="rId11"/>
        </w:object>
      </w:r>
      <w:r>
        <w:t>.</w:t>
      </w:r>
      <w:r w:rsidR="0064089E">
        <w:tab/>
      </w:r>
      <w:r w:rsidR="00165665" w:rsidRPr="00D02203">
        <w:t>(1)</w:t>
      </w:r>
    </w:p>
    <w:p w:rsidR="00165665" w:rsidRDefault="00165665" w:rsidP="007A3099">
      <w:pPr>
        <w:pStyle w:val="SubsectionHeading"/>
      </w:pPr>
      <w:r>
        <w:t>References</w:t>
      </w:r>
    </w:p>
    <w:p w:rsidR="00910B4C" w:rsidRDefault="00165665" w:rsidP="00165665">
      <w:pPr>
        <w:pStyle w:val="Textkrper-Zeileneinzug"/>
        <w:rPr>
          <w:kern w:val="16"/>
        </w:rPr>
      </w:pPr>
      <w:r>
        <w:rPr>
          <w:kern w:val="16"/>
        </w:rPr>
        <w:t xml:space="preserve">All bibliographical and web references should be numbered and listed at the end of the paper in a section called </w:t>
      </w:r>
      <w:r w:rsidR="00756040" w:rsidRPr="00756040">
        <w:rPr>
          <w:b/>
          <w:kern w:val="16"/>
        </w:rPr>
        <w:t>REFERENCES</w:t>
      </w:r>
      <w:r>
        <w:rPr>
          <w:kern w:val="16"/>
        </w:rPr>
        <w:t xml:space="preserve">. When </w:t>
      </w:r>
      <w:r w:rsidR="0064089E">
        <w:rPr>
          <w:kern w:val="16"/>
        </w:rPr>
        <w:t>citing</w:t>
      </w:r>
      <w:r>
        <w:rPr>
          <w:kern w:val="16"/>
        </w:rPr>
        <w:t xml:space="preserve"> a reference in the text, place the corresponding reference number in square brackets [</w:t>
      </w:r>
      <w:r w:rsidR="00910B4C">
        <w:rPr>
          <w:kern w:val="16"/>
        </w:rPr>
        <w:t>2</w:t>
      </w:r>
      <w:r>
        <w:rPr>
          <w:kern w:val="16"/>
        </w:rPr>
        <w:t xml:space="preserve">]. </w:t>
      </w:r>
      <w:r w:rsidR="00910B4C">
        <w:rPr>
          <w:kern w:val="16"/>
        </w:rPr>
        <w:t>The reference citations in the text should be numbered in ascending order.</w:t>
      </w:r>
      <w:r>
        <w:rPr>
          <w:kern w:val="16"/>
        </w:rPr>
        <w:t xml:space="preserve"> </w:t>
      </w:r>
    </w:p>
    <w:p w:rsidR="00165665" w:rsidRPr="00D02203" w:rsidRDefault="00165665" w:rsidP="00165665">
      <w:pPr>
        <w:pStyle w:val="Textkrper-Zeileneinzug"/>
        <w:rPr>
          <w:kern w:val="16"/>
        </w:rPr>
      </w:pPr>
      <w:r w:rsidRPr="00D02203">
        <w:rPr>
          <w:kern w:val="16"/>
        </w:rPr>
        <w:t>A URL may be included as part of a reference</w:t>
      </w:r>
      <w:r w:rsidR="00910B4C" w:rsidRPr="00D02203">
        <w:rPr>
          <w:kern w:val="16"/>
        </w:rPr>
        <w:t>,</w:t>
      </w:r>
      <w:r w:rsidRPr="00D02203">
        <w:rPr>
          <w:kern w:val="16"/>
        </w:rPr>
        <w:t xml:space="preserve"> but its hyperlink should NOT be added.</w:t>
      </w:r>
      <w:r w:rsidR="00910B4C" w:rsidRPr="00D02203">
        <w:rPr>
          <w:kern w:val="16"/>
        </w:rPr>
        <w:t xml:space="preserve"> Multiple citations should appear in the same bracket [3,4] or with ranges, e.g., [3]-[4] or [1-4</w:t>
      </w:r>
      <w:r w:rsidR="00FC42DB" w:rsidRPr="00D02203">
        <w:rPr>
          <w:kern w:val="16"/>
        </w:rPr>
        <w:t>,10</w:t>
      </w:r>
      <w:r w:rsidR="00910B4C" w:rsidRPr="00D02203">
        <w:rPr>
          <w:kern w:val="16"/>
        </w:rPr>
        <w:t>].</w:t>
      </w:r>
    </w:p>
    <w:p w:rsidR="00BB0C26" w:rsidRPr="00D02203" w:rsidRDefault="00BB0C26" w:rsidP="00BB0C26">
      <w:pPr>
        <w:pStyle w:val="Textkrper-Zeileneinzug"/>
        <w:rPr>
          <w:kern w:val="16"/>
        </w:rPr>
      </w:pPr>
      <w:r w:rsidRPr="00D02203">
        <w:rPr>
          <w:kern w:val="16"/>
        </w:rPr>
        <w:t>Examples of correctly formatted references can be found at the JACoW website (</w:t>
      </w:r>
      <w:r w:rsidR="00F9171F">
        <w:t>www.</w:t>
      </w:r>
      <w:r w:rsidRPr="00D02203">
        <w:t>JACoW.org</w:t>
      </w:r>
      <w:r w:rsidRPr="00D02203">
        <w:rPr>
          <w:kern w:val="16"/>
        </w:rPr>
        <w:t>). Once there, click on the ‘for Authors’ link at the top and then on the ‘Formatting Citations’ link in the left-hand column.</w:t>
      </w:r>
    </w:p>
    <w:p w:rsidR="00165665" w:rsidRPr="00EF4E58" w:rsidRDefault="00165665" w:rsidP="007A3099">
      <w:pPr>
        <w:pStyle w:val="SubsectionHeading"/>
        <w:rPr>
          <w:b/>
        </w:rPr>
      </w:pPr>
      <w:r w:rsidRPr="00EF4E58">
        <w:rPr>
          <w:b/>
        </w:rPr>
        <w:t>Footnotes</w:t>
      </w:r>
    </w:p>
    <w:p w:rsidR="00E53CA4" w:rsidRDefault="00165665" w:rsidP="00165665">
      <w:pPr>
        <w:pStyle w:val="Textkrper-Zeileneinzug"/>
        <w:rPr>
          <w:kern w:val="16"/>
        </w:rPr>
      </w:pPr>
      <w:r w:rsidRPr="00D02203">
        <w:rPr>
          <w:kern w:val="16"/>
        </w:rPr>
        <w:t>Footnotes on the title and author lines may be used for acknowledgments, affiliations and e-mail addresses. A non</w:t>
      </w:r>
      <w:r w:rsidR="00756040" w:rsidRPr="00D02203">
        <w:rPr>
          <w:kern w:val="16"/>
        </w:rPr>
        <w:t>-</w:t>
      </w:r>
      <w:r w:rsidRPr="00D02203">
        <w:rPr>
          <w:kern w:val="16"/>
        </w:rPr>
        <w:t xml:space="preserve">numeric sequence of characters (*, </w:t>
      </w:r>
      <w:r w:rsidRPr="00D02203">
        <w:rPr>
          <w:kern w:val="16"/>
          <w:vertAlign w:val="superscript"/>
        </w:rPr>
        <w:t>#</w:t>
      </w:r>
      <w:r w:rsidRPr="00D02203">
        <w:rPr>
          <w:kern w:val="16"/>
        </w:rPr>
        <w:t xml:space="preserve">, </w:t>
      </w:r>
      <w:r w:rsidRPr="00D02203">
        <w:rPr>
          <w:kern w:val="16"/>
          <w:vertAlign w:val="superscript"/>
        </w:rPr>
        <w:t>†</w:t>
      </w:r>
      <w:r w:rsidRPr="00D02203">
        <w:rPr>
          <w:kern w:val="16"/>
        </w:rPr>
        <w:t xml:space="preserve">, </w:t>
      </w:r>
      <w:r w:rsidRPr="00D02203">
        <w:rPr>
          <w:kern w:val="16"/>
          <w:vertAlign w:val="superscript"/>
        </w:rPr>
        <w:t>‡</w:t>
      </w:r>
      <w:r w:rsidRPr="00D02203">
        <w:rPr>
          <w:kern w:val="16"/>
        </w:rPr>
        <w:t>) should be used. Word users—</w:t>
      </w:r>
      <w:r w:rsidR="00BC6316" w:rsidRPr="00D02203">
        <w:rPr>
          <w:kern w:val="16"/>
        </w:rPr>
        <w:t xml:space="preserve">DO NOT </w:t>
      </w:r>
      <w:r w:rsidRPr="00D02203">
        <w:rPr>
          <w:kern w:val="16"/>
        </w:rPr>
        <w:t>use Word’s footnote feature (</w:t>
      </w:r>
      <w:r w:rsidRPr="00D02203">
        <w:rPr>
          <w:b/>
          <w:bCs/>
          <w:kern w:val="16"/>
        </w:rPr>
        <w:t>Insert</w:t>
      </w:r>
      <w:r w:rsidRPr="00D02203">
        <w:rPr>
          <w:kern w:val="16"/>
        </w:rPr>
        <w:t xml:space="preserve">, </w:t>
      </w:r>
      <w:r w:rsidRPr="00D02203">
        <w:rPr>
          <w:b/>
          <w:bCs/>
          <w:kern w:val="16"/>
        </w:rPr>
        <w:t>Footnote</w:t>
      </w:r>
      <w:r w:rsidRPr="00D02203">
        <w:rPr>
          <w:kern w:val="16"/>
        </w:rPr>
        <w:t xml:space="preserve">) to insert footnotes, as this will create formatting problems. Instead, insert </w:t>
      </w:r>
      <w:r w:rsidR="00BB0C26" w:rsidRPr="00D02203">
        <w:rPr>
          <w:kern w:val="16"/>
        </w:rPr>
        <w:t xml:space="preserve">the title or author </w:t>
      </w:r>
      <w:r w:rsidRPr="00D02203">
        <w:rPr>
          <w:kern w:val="16"/>
        </w:rPr>
        <w:t>footnotes manually in a text box at the bottom of the first column with a line at the top of the text box to separate the footnotes from the rest of the paper’s text.  The easiest way to do this is to copy the text box from the JACoW template and paste it into your own document.  These “pseudo footnotes” in the text box should only appear at the bottom of the first column on the first page.</w:t>
      </w:r>
      <w:r w:rsidR="00BB0C26" w:rsidRPr="00D02203">
        <w:rPr>
          <w:kern w:val="16"/>
        </w:rPr>
        <w:t xml:space="preserve"> </w:t>
      </w:r>
    </w:p>
    <w:p w:rsidR="00165665" w:rsidRDefault="00BB0C26" w:rsidP="00165665">
      <w:pPr>
        <w:pStyle w:val="Textkrper-Zeileneinzug"/>
        <w:rPr>
          <w:kern w:val="16"/>
        </w:rPr>
      </w:pPr>
      <w:r w:rsidRPr="00D02203">
        <w:rPr>
          <w:kern w:val="16"/>
        </w:rPr>
        <w:t xml:space="preserve">Any other footnote in the body of the paper </w:t>
      </w:r>
      <w:r w:rsidR="00E53CA4">
        <w:rPr>
          <w:kern w:val="16"/>
        </w:rPr>
        <w:t>must be created using the text box procedure described in the paragraph above using the normal numeric sequencing (i.e., 1, 2, 3) and appearing at the bottom of the same column in which it is used.</w:t>
      </w:r>
    </w:p>
    <w:p w:rsidR="00165665" w:rsidRDefault="00165665" w:rsidP="00165665">
      <w:pPr>
        <w:pStyle w:val="berschrift3"/>
        <w:rPr>
          <w:kern w:val="16"/>
        </w:rPr>
      </w:pPr>
      <w:r>
        <w:rPr>
          <w:kern w:val="16"/>
        </w:rPr>
        <w:t>Acronyms</w:t>
      </w:r>
    </w:p>
    <w:p w:rsidR="00165665" w:rsidRDefault="00165665" w:rsidP="00165665">
      <w:pPr>
        <w:pStyle w:val="Textkrper-Zeileneinzug"/>
        <w:rPr>
          <w:kern w:val="16"/>
        </w:rPr>
      </w:pPr>
      <w:r>
        <w:rPr>
          <w:kern w:val="16"/>
        </w:rPr>
        <w:t>Acronyms should be defined the first time they appear.</w:t>
      </w:r>
    </w:p>
    <w:p w:rsidR="00165665" w:rsidRDefault="00165665" w:rsidP="007A3099">
      <w:pPr>
        <w:pStyle w:val="SectionHeading"/>
      </w:pPr>
      <w:r>
        <w:t>Styles</w:t>
      </w:r>
    </w:p>
    <w:p w:rsidR="00165665" w:rsidRDefault="003A575A" w:rsidP="00165665">
      <w:pPr>
        <w:pStyle w:val="Textkrper-Zeileneinzug"/>
      </w:pPr>
      <w:r>
        <w:t>Table 2</w:t>
      </w:r>
      <w:r w:rsidR="00165665">
        <w:t xml:space="preserve"> summarizes the fonts and spacing used in the styles of a JACoW template</w:t>
      </w:r>
      <w:r>
        <w:t xml:space="preserve"> (these are implemented in the LaTeX class file)</w:t>
      </w:r>
      <w:r w:rsidR="00165665">
        <w:t>.</w:t>
      </w:r>
    </w:p>
    <w:p w:rsidR="00165665" w:rsidRDefault="00165665" w:rsidP="00165665">
      <w:pPr>
        <w:pStyle w:val="TableCaption"/>
        <w:keepNext/>
        <w:rPr>
          <w:kern w:val="16"/>
        </w:rPr>
      </w:pPr>
      <w:r>
        <w:rPr>
          <w:kern w:val="16"/>
        </w:rPr>
        <w:t>Table 2: Summary of Styles</w:t>
      </w:r>
    </w:p>
    <w:tbl>
      <w:tblPr>
        <w:tblW w:w="0" w:type="auto"/>
        <w:jc w:val="center"/>
        <w:tblBorders>
          <w:top w:val="single" w:sz="12" w:space="0" w:color="auto"/>
          <w:bottom w:val="single" w:sz="12" w:space="0" w:color="auto"/>
          <w:insideH w:val="single" w:sz="4" w:space="0" w:color="auto"/>
        </w:tblBorders>
        <w:tblLook w:val="0000" w:firstRow="0" w:lastRow="0" w:firstColumn="0" w:lastColumn="0" w:noHBand="0" w:noVBand="0"/>
      </w:tblPr>
      <w:tblGrid>
        <w:gridCol w:w="1100"/>
        <w:gridCol w:w="2112"/>
        <w:gridCol w:w="779"/>
        <w:gridCol w:w="716"/>
      </w:tblGrid>
      <w:tr w:rsidR="00165665" w:rsidTr="009B15A2">
        <w:trPr>
          <w:jc w:val="center"/>
        </w:trPr>
        <w:tc>
          <w:tcPr>
            <w:tcW w:w="1100" w:type="dxa"/>
            <w:tcBorders>
              <w:top w:val="single" w:sz="12" w:space="0" w:color="auto"/>
              <w:bottom w:val="single" w:sz="12" w:space="0" w:color="auto"/>
            </w:tcBorders>
            <w:vAlign w:val="center"/>
          </w:tcPr>
          <w:p w:rsidR="00165665" w:rsidRPr="00D90022" w:rsidRDefault="00165665" w:rsidP="007A3099">
            <w:pPr>
              <w:pStyle w:val="TableCaption"/>
              <w:spacing w:before="40" w:after="40"/>
              <w:jc w:val="left"/>
              <w:rPr>
                <w:b/>
                <w:bCs/>
                <w:kern w:val="16"/>
                <w:szCs w:val="18"/>
              </w:rPr>
            </w:pPr>
            <w:r w:rsidRPr="00D90022">
              <w:rPr>
                <w:b/>
                <w:bCs/>
                <w:kern w:val="16"/>
                <w:szCs w:val="18"/>
              </w:rPr>
              <w:t>Style</w:t>
            </w:r>
          </w:p>
        </w:tc>
        <w:tc>
          <w:tcPr>
            <w:tcW w:w="2112" w:type="dxa"/>
            <w:tcBorders>
              <w:top w:val="single" w:sz="12" w:space="0" w:color="auto"/>
              <w:bottom w:val="single" w:sz="12" w:space="0" w:color="auto"/>
            </w:tcBorders>
            <w:vAlign w:val="center"/>
          </w:tcPr>
          <w:p w:rsidR="00165665" w:rsidRPr="00D90022" w:rsidRDefault="00165665" w:rsidP="007A3099">
            <w:pPr>
              <w:pStyle w:val="TableCaption"/>
              <w:spacing w:before="40" w:after="40"/>
              <w:jc w:val="left"/>
              <w:rPr>
                <w:b/>
                <w:bCs/>
                <w:kern w:val="16"/>
                <w:szCs w:val="18"/>
              </w:rPr>
            </w:pPr>
            <w:r w:rsidRPr="00D90022">
              <w:rPr>
                <w:b/>
                <w:bCs/>
                <w:kern w:val="16"/>
                <w:szCs w:val="18"/>
              </w:rPr>
              <w:t>Font</w:t>
            </w:r>
          </w:p>
        </w:tc>
        <w:tc>
          <w:tcPr>
            <w:tcW w:w="723" w:type="dxa"/>
            <w:tcBorders>
              <w:top w:val="single" w:sz="12" w:space="0" w:color="auto"/>
              <w:bottom w:val="single" w:sz="12" w:space="0" w:color="auto"/>
            </w:tcBorders>
            <w:vAlign w:val="center"/>
          </w:tcPr>
          <w:p w:rsidR="00165665" w:rsidRPr="00D90022" w:rsidRDefault="00165665" w:rsidP="007A3099">
            <w:pPr>
              <w:pStyle w:val="TableCaption"/>
              <w:spacing w:before="40" w:after="40"/>
              <w:jc w:val="left"/>
              <w:rPr>
                <w:b/>
                <w:bCs/>
                <w:kern w:val="16"/>
                <w:szCs w:val="18"/>
              </w:rPr>
            </w:pPr>
            <w:r w:rsidRPr="00D90022">
              <w:rPr>
                <w:b/>
                <w:bCs/>
                <w:kern w:val="16"/>
                <w:szCs w:val="18"/>
              </w:rPr>
              <w:t>Space</w:t>
            </w:r>
            <w:r w:rsidRPr="00D90022">
              <w:br/>
            </w:r>
            <w:r w:rsidRPr="00D90022">
              <w:rPr>
                <w:b/>
                <w:bCs/>
                <w:kern w:val="16"/>
                <w:szCs w:val="18"/>
              </w:rPr>
              <w:t>Before</w:t>
            </w:r>
          </w:p>
        </w:tc>
        <w:tc>
          <w:tcPr>
            <w:tcW w:w="706" w:type="dxa"/>
            <w:tcBorders>
              <w:top w:val="single" w:sz="12" w:space="0" w:color="auto"/>
              <w:bottom w:val="single" w:sz="12" w:space="0" w:color="auto"/>
            </w:tcBorders>
            <w:vAlign w:val="center"/>
          </w:tcPr>
          <w:p w:rsidR="00165665" w:rsidRPr="00D90022" w:rsidRDefault="00165665" w:rsidP="007A3099">
            <w:pPr>
              <w:pStyle w:val="TableCaption"/>
              <w:spacing w:before="40" w:after="40"/>
              <w:jc w:val="left"/>
              <w:rPr>
                <w:b/>
                <w:bCs/>
                <w:kern w:val="16"/>
                <w:szCs w:val="18"/>
              </w:rPr>
            </w:pPr>
            <w:r w:rsidRPr="00D90022">
              <w:rPr>
                <w:b/>
                <w:bCs/>
                <w:kern w:val="16"/>
                <w:szCs w:val="18"/>
              </w:rPr>
              <w:t>Space</w:t>
            </w:r>
            <w:r w:rsidRPr="00D90022">
              <w:br/>
            </w:r>
            <w:r w:rsidRPr="00D90022">
              <w:rPr>
                <w:b/>
                <w:bCs/>
                <w:kern w:val="16"/>
                <w:szCs w:val="18"/>
              </w:rPr>
              <w:t>After</w:t>
            </w:r>
          </w:p>
        </w:tc>
      </w:tr>
      <w:tr w:rsidR="00165665" w:rsidTr="009B15A2">
        <w:trPr>
          <w:trHeight w:val="241"/>
          <w:jc w:val="center"/>
        </w:trPr>
        <w:tc>
          <w:tcPr>
            <w:tcW w:w="1100" w:type="dxa"/>
            <w:tcBorders>
              <w:top w:val="single" w:sz="12" w:space="0" w:color="auto"/>
            </w:tcBorders>
          </w:tcPr>
          <w:p w:rsidR="00165665" w:rsidRPr="00D90022" w:rsidRDefault="007F0E02" w:rsidP="007A3099">
            <w:pPr>
              <w:pStyle w:val="TableCaption"/>
              <w:spacing w:before="20" w:after="20"/>
              <w:jc w:val="left"/>
              <w:rPr>
                <w:kern w:val="16"/>
                <w:szCs w:val="18"/>
              </w:rPr>
            </w:pPr>
            <w:r w:rsidRPr="00D90022">
              <w:rPr>
                <w:kern w:val="16"/>
                <w:szCs w:val="18"/>
              </w:rPr>
              <w:t>Paper</w:t>
            </w:r>
            <w:r w:rsidR="00165665" w:rsidRPr="00D90022">
              <w:rPr>
                <w:kern w:val="16"/>
                <w:szCs w:val="18"/>
              </w:rPr>
              <w:t>Title</w:t>
            </w:r>
          </w:p>
        </w:tc>
        <w:tc>
          <w:tcPr>
            <w:tcW w:w="2112" w:type="dxa"/>
            <w:tcBorders>
              <w:top w:val="single" w:sz="12" w:space="0" w:color="auto"/>
            </w:tcBorders>
          </w:tcPr>
          <w:p w:rsidR="00165665" w:rsidRPr="00D90022" w:rsidRDefault="00165665" w:rsidP="007A3099">
            <w:pPr>
              <w:pStyle w:val="TableCaption"/>
              <w:spacing w:before="20" w:after="20"/>
              <w:jc w:val="left"/>
              <w:rPr>
                <w:kern w:val="16"/>
                <w:szCs w:val="18"/>
              </w:rPr>
            </w:pPr>
            <w:r w:rsidRPr="00D90022">
              <w:rPr>
                <w:kern w:val="16"/>
                <w:szCs w:val="18"/>
              </w:rPr>
              <w:t>14 pt</w:t>
            </w:r>
            <w:r w:rsidRPr="00D90022">
              <w:rPr>
                <w:kern w:val="16"/>
                <w:szCs w:val="18"/>
              </w:rPr>
              <w:br/>
              <w:t xml:space="preserve">Uppercase except for </w:t>
            </w:r>
            <w:r w:rsidRPr="00D90022">
              <w:rPr>
                <w:kern w:val="16"/>
                <w:szCs w:val="18"/>
              </w:rPr>
              <w:br/>
              <w:t>required lowercase letters</w:t>
            </w:r>
            <w:r w:rsidRPr="00D90022">
              <w:rPr>
                <w:kern w:val="16"/>
                <w:szCs w:val="18"/>
              </w:rPr>
              <w:br/>
              <w:t>Bold</w:t>
            </w:r>
          </w:p>
        </w:tc>
        <w:tc>
          <w:tcPr>
            <w:tcW w:w="723" w:type="dxa"/>
            <w:tcBorders>
              <w:top w:val="single" w:sz="12" w:space="0" w:color="auto"/>
            </w:tcBorders>
          </w:tcPr>
          <w:p w:rsidR="00165665" w:rsidRPr="00D90022" w:rsidRDefault="00165665" w:rsidP="007A3099">
            <w:pPr>
              <w:pStyle w:val="TableCaption"/>
              <w:spacing w:before="20" w:after="20"/>
              <w:rPr>
                <w:kern w:val="16"/>
                <w:szCs w:val="18"/>
              </w:rPr>
            </w:pPr>
            <w:r w:rsidRPr="00D90022">
              <w:rPr>
                <w:kern w:val="16"/>
                <w:szCs w:val="18"/>
              </w:rPr>
              <w:t>0 pt</w:t>
            </w:r>
          </w:p>
        </w:tc>
        <w:tc>
          <w:tcPr>
            <w:tcW w:w="706" w:type="dxa"/>
            <w:tcBorders>
              <w:top w:val="single" w:sz="12" w:space="0" w:color="auto"/>
            </w:tcBorders>
          </w:tcPr>
          <w:p w:rsidR="00165665" w:rsidRPr="00D90022" w:rsidRDefault="00165665" w:rsidP="007A3099">
            <w:pPr>
              <w:pStyle w:val="TableCaption"/>
              <w:spacing w:before="20" w:after="20"/>
            </w:pPr>
            <w:r w:rsidRPr="00D90022">
              <w:t>3 pt</w:t>
            </w:r>
          </w:p>
        </w:tc>
      </w:tr>
      <w:tr w:rsidR="00165665" w:rsidTr="009B15A2">
        <w:trPr>
          <w:jc w:val="center"/>
        </w:trPr>
        <w:tc>
          <w:tcPr>
            <w:tcW w:w="1100" w:type="dxa"/>
          </w:tcPr>
          <w:p w:rsidR="00165665" w:rsidRPr="00D90022" w:rsidRDefault="00165665" w:rsidP="007A3099">
            <w:pPr>
              <w:pStyle w:val="TableCaption"/>
              <w:spacing w:before="20" w:after="20"/>
              <w:jc w:val="left"/>
              <w:rPr>
                <w:kern w:val="16"/>
                <w:szCs w:val="18"/>
              </w:rPr>
            </w:pPr>
            <w:r w:rsidRPr="00D90022">
              <w:rPr>
                <w:kern w:val="16"/>
                <w:szCs w:val="18"/>
              </w:rPr>
              <w:t xml:space="preserve">Author </w:t>
            </w:r>
            <w:r w:rsidR="007F0E02" w:rsidRPr="00D90022">
              <w:rPr>
                <w:kern w:val="16"/>
                <w:szCs w:val="18"/>
              </w:rPr>
              <w:t>List</w:t>
            </w:r>
          </w:p>
        </w:tc>
        <w:tc>
          <w:tcPr>
            <w:tcW w:w="2112" w:type="dxa"/>
          </w:tcPr>
          <w:p w:rsidR="00165665" w:rsidRPr="00D90022" w:rsidRDefault="00165665" w:rsidP="007A3099">
            <w:pPr>
              <w:pStyle w:val="TableCaption"/>
              <w:spacing w:before="20" w:after="20"/>
              <w:jc w:val="left"/>
              <w:rPr>
                <w:kern w:val="16"/>
                <w:szCs w:val="18"/>
              </w:rPr>
            </w:pPr>
            <w:r w:rsidRPr="00D90022">
              <w:rPr>
                <w:kern w:val="16"/>
                <w:szCs w:val="18"/>
              </w:rPr>
              <w:t>12 pt</w:t>
            </w:r>
            <w:r w:rsidRPr="00D90022">
              <w:rPr>
                <w:kern w:val="16"/>
                <w:szCs w:val="18"/>
              </w:rPr>
              <w:br/>
              <w:t xml:space="preserve">Upper- and </w:t>
            </w:r>
            <w:r w:rsidR="00BC6316" w:rsidRPr="00D90022">
              <w:rPr>
                <w:kern w:val="16"/>
                <w:szCs w:val="18"/>
              </w:rPr>
              <w:t>lower</w:t>
            </w:r>
            <w:r w:rsidRPr="00D90022">
              <w:rPr>
                <w:kern w:val="16"/>
                <w:szCs w:val="18"/>
              </w:rPr>
              <w:t>case</w:t>
            </w:r>
          </w:p>
        </w:tc>
        <w:tc>
          <w:tcPr>
            <w:tcW w:w="723" w:type="dxa"/>
          </w:tcPr>
          <w:p w:rsidR="00165665" w:rsidRPr="00D90022" w:rsidRDefault="00165665" w:rsidP="007A3099">
            <w:pPr>
              <w:pStyle w:val="TableCaption"/>
              <w:spacing w:before="20" w:after="20"/>
              <w:rPr>
                <w:kern w:val="16"/>
                <w:szCs w:val="18"/>
              </w:rPr>
            </w:pPr>
            <w:r w:rsidRPr="00D90022">
              <w:rPr>
                <w:kern w:val="16"/>
                <w:szCs w:val="18"/>
              </w:rPr>
              <w:t>9 pt</w:t>
            </w:r>
          </w:p>
        </w:tc>
        <w:tc>
          <w:tcPr>
            <w:tcW w:w="706" w:type="dxa"/>
          </w:tcPr>
          <w:p w:rsidR="00165665" w:rsidRPr="00D90022" w:rsidRDefault="00165665" w:rsidP="007A3099">
            <w:pPr>
              <w:pStyle w:val="TableCaption"/>
              <w:spacing w:before="20" w:after="20"/>
              <w:rPr>
                <w:kern w:val="16"/>
                <w:szCs w:val="18"/>
              </w:rPr>
            </w:pPr>
            <w:r w:rsidRPr="00D90022">
              <w:rPr>
                <w:kern w:val="16"/>
                <w:szCs w:val="18"/>
              </w:rPr>
              <w:t>12 pt</w:t>
            </w:r>
          </w:p>
        </w:tc>
      </w:tr>
      <w:tr w:rsidR="00B36423" w:rsidTr="009B15A2">
        <w:trPr>
          <w:jc w:val="center"/>
        </w:trPr>
        <w:tc>
          <w:tcPr>
            <w:tcW w:w="1100" w:type="dxa"/>
          </w:tcPr>
          <w:p w:rsidR="00B36423" w:rsidRPr="00D90022" w:rsidRDefault="00B36423" w:rsidP="007A3099">
            <w:pPr>
              <w:pStyle w:val="TableCaption"/>
              <w:spacing w:before="20" w:after="20"/>
              <w:jc w:val="left"/>
              <w:rPr>
                <w:kern w:val="16"/>
                <w:szCs w:val="18"/>
              </w:rPr>
            </w:pPr>
            <w:r w:rsidRPr="00D90022">
              <w:rPr>
                <w:kern w:val="16"/>
                <w:szCs w:val="18"/>
              </w:rPr>
              <w:t>Abstract Title</w:t>
            </w:r>
          </w:p>
        </w:tc>
        <w:tc>
          <w:tcPr>
            <w:tcW w:w="2112" w:type="dxa"/>
          </w:tcPr>
          <w:p w:rsidR="00B36423" w:rsidRPr="00D90022" w:rsidRDefault="00B36423" w:rsidP="007A3099">
            <w:pPr>
              <w:pStyle w:val="TableCaption"/>
              <w:spacing w:before="20" w:after="20"/>
              <w:jc w:val="left"/>
              <w:rPr>
                <w:kern w:val="16"/>
                <w:szCs w:val="18"/>
              </w:rPr>
            </w:pPr>
            <w:r w:rsidRPr="00D90022">
              <w:rPr>
                <w:kern w:val="16"/>
                <w:szCs w:val="18"/>
              </w:rPr>
              <w:t>12 pt</w:t>
            </w:r>
            <w:r w:rsidRPr="00D90022">
              <w:rPr>
                <w:kern w:val="16"/>
                <w:szCs w:val="18"/>
              </w:rPr>
              <w:br/>
              <w:t>Initial caps</w:t>
            </w:r>
            <w:r w:rsidRPr="00D90022">
              <w:rPr>
                <w:kern w:val="16"/>
                <w:szCs w:val="18"/>
              </w:rPr>
              <w:br/>
              <w:t>Italic</w:t>
            </w:r>
          </w:p>
        </w:tc>
        <w:tc>
          <w:tcPr>
            <w:tcW w:w="723" w:type="dxa"/>
          </w:tcPr>
          <w:p w:rsidR="00B36423" w:rsidRPr="00D90022" w:rsidRDefault="00B36423" w:rsidP="007A3099">
            <w:pPr>
              <w:pStyle w:val="TableCaption"/>
              <w:spacing w:before="20" w:after="20"/>
              <w:rPr>
                <w:kern w:val="16"/>
                <w:szCs w:val="18"/>
              </w:rPr>
            </w:pPr>
            <w:r w:rsidRPr="00D90022">
              <w:rPr>
                <w:kern w:val="16"/>
                <w:szCs w:val="18"/>
              </w:rPr>
              <w:t>0 pt</w:t>
            </w:r>
          </w:p>
        </w:tc>
        <w:tc>
          <w:tcPr>
            <w:tcW w:w="706" w:type="dxa"/>
          </w:tcPr>
          <w:p w:rsidR="00B36423" w:rsidRPr="00D90022" w:rsidRDefault="00B36423" w:rsidP="007A3099">
            <w:pPr>
              <w:pStyle w:val="TableCaption"/>
              <w:spacing w:before="20" w:after="20"/>
              <w:rPr>
                <w:kern w:val="16"/>
                <w:szCs w:val="18"/>
              </w:rPr>
            </w:pPr>
            <w:r w:rsidRPr="00D90022">
              <w:rPr>
                <w:kern w:val="16"/>
                <w:szCs w:val="18"/>
              </w:rPr>
              <w:t>3 pt</w:t>
            </w:r>
          </w:p>
        </w:tc>
      </w:tr>
      <w:tr w:rsidR="00165665" w:rsidTr="009B15A2">
        <w:trPr>
          <w:jc w:val="center"/>
        </w:trPr>
        <w:tc>
          <w:tcPr>
            <w:tcW w:w="1100" w:type="dxa"/>
          </w:tcPr>
          <w:p w:rsidR="00165665" w:rsidRPr="00D90022" w:rsidRDefault="00165665" w:rsidP="007A3099">
            <w:pPr>
              <w:pStyle w:val="TableCaption"/>
              <w:spacing w:before="20" w:after="20"/>
              <w:jc w:val="left"/>
              <w:rPr>
                <w:kern w:val="16"/>
                <w:szCs w:val="18"/>
              </w:rPr>
            </w:pPr>
            <w:r w:rsidRPr="00D90022">
              <w:rPr>
                <w:kern w:val="16"/>
                <w:szCs w:val="18"/>
              </w:rPr>
              <w:t>Section</w:t>
            </w:r>
            <w:r w:rsidRPr="00D90022">
              <w:rPr>
                <w:kern w:val="16"/>
                <w:szCs w:val="18"/>
              </w:rPr>
              <w:br/>
            </w:r>
            <w:r w:rsidR="007F0E02" w:rsidRPr="00D90022">
              <w:rPr>
                <w:kern w:val="16"/>
                <w:szCs w:val="18"/>
              </w:rPr>
              <w:t>H</w:t>
            </w:r>
            <w:r w:rsidRPr="00D90022">
              <w:rPr>
                <w:kern w:val="16"/>
                <w:szCs w:val="18"/>
              </w:rPr>
              <w:t>eading</w:t>
            </w:r>
          </w:p>
        </w:tc>
        <w:tc>
          <w:tcPr>
            <w:tcW w:w="2112" w:type="dxa"/>
          </w:tcPr>
          <w:p w:rsidR="00165665" w:rsidRPr="00D90022" w:rsidRDefault="00165665" w:rsidP="007A3099">
            <w:pPr>
              <w:pStyle w:val="TableCaption"/>
              <w:spacing w:before="20" w:after="20"/>
              <w:jc w:val="left"/>
              <w:rPr>
                <w:kern w:val="16"/>
                <w:szCs w:val="18"/>
              </w:rPr>
            </w:pPr>
            <w:r w:rsidRPr="00D90022">
              <w:rPr>
                <w:kern w:val="16"/>
                <w:szCs w:val="18"/>
              </w:rPr>
              <w:t>12 pt</w:t>
            </w:r>
            <w:r w:rsidRPr="00D90022">
              <w:rPr>
                <w:kern w:val="16"/>
                <w:szCs w:val="18"/>
              </w:rPr>
              <w:br/>
              <w:t>Uppercase</w:t>
            </w:r>
            <w:r w:rsidRPr="00D90022">
              <w:rPr>
                <w:kern w:val="16"/>
                <w:szCs w:val="18"/>
              </w:rPr>
              <w:br/>
            </w:r>
            <w:r w:rsidR="00BC6316" w:rsidRPr="00D90022">
              <w:rPr>
                <w:kern w:val="16"/>
                <w:szCs w:val="18"/>
              </w:rPr>
              <w:t>Bold</w:t>
            </w:r>
          </w:p>
        </w:tc>
        <w:tc>
          <w:tcPr>
            <w:tcW w:w="723" w:type="dxa"/>
          </w:tcPr>
          <w:p w:rsidR="00165665" w:rsidRPr="00D90022" w:rsidRDefault="00165665" w:rsidP="007A3099">
            <w:pPr>
              <w:pStyle w:val="TableCaption"/>
              <w:spacing w:before="20" w:after="20"/>
              <w:rPr>
                <w:kern w:val="16"/>
                <w:szCs w:val="18"/>
              </w:rPr>
            </w:pPr>
            <w:r w:rsidRPr="00D90022">
              <w:rPr>
                <w:kern w:val="16"/>
                <w:szCs w:val="18"/>
              </w:rPr>
              <w:t>9 pt</w:t>
            </w:r>
          </w:p>
        </w:tc>
        <w:tc>
          <w:tcPr>
            <w:tcW w:w="706" w:type="dxa"/>
          </w:tcPr>
          <w:p w:rsidR="00165665" w:rsidRPr="00D90022" w:rsidRDefault="00165665" w:rsidP="007A3099">
            <w:pPr>
              <w:pStyle w:val="TableCaption"/>
              <w:spacing w:before="20" w:after="20"/>
              <w:rPr>
                <w:kern w:val="16"/>
                <w:szCs w:val="18"/>
              </w:rPr>
            </w:pPr>
            <w:r w:rsidRPr="00D90022">
              <w:rPr>
                <w:kern w:val="16"/>
                <w:szCs w:val="18"/>
              </w:rPr>
              <w:t>3 pt</w:t>
            </w:r>
          </w:p>
        </w:tc>
      </w:tr>
      <w:tr w:rsidR="00165665" w:rsidTr="009B15A2">
        <w:trPr>
          <w:jc w:val="center"/>
        </w:trPr>
        <w:tc>
          <w:tcPr>
            <w:tcW w:w="1100" w:type="dxa"/>
          </w:tcPr>
          <w:p w:rsidR="00165665" w:rsidRPr="00D90022" w:rsidRDefault="00165665" w:rsidP="007A3099">
            <w:pPr>
              <w:pStyle w:val="TableCaption"/>
              <w:spacing w:before="20" w:after="20"/>
              <w:jc w:val="left"/>
              <w:rPr>
                <w:kern w:val="16"/>
                <w:szCs w:val="18"/>
              </w:rPr>
            </w:pPr>
            <w:r w:rsidRPr="00D90022">
              <w:rPr>
                <w:kern w:val="16"/>
                <w:szCs w:val="18"/>
              </w:rPr>
              <w:t>Subsection</w:t>
            </w:r>
            <w:r w:rsidRPr="00D90022">
              <w:rPr>
                <w:kern w:val="16"/>
                <w:szCs w:val="18"/>
              </w:rPr>
              <w:br/>
            </w:r>
            <w:r w:rsidR="007F0E02" w:rsidRPr="00D90022">
              <w:rPr>
                <w:kern w:val="16"/>
                <w:szCs w:val="18"/>
              </w:rPr>
              <w:t>Heading</w:t>
            </w:r>
          </w:p>
        </w:tc>
        <w:tc>
          <w:tcPr>
            <w:tcW w:w="2112" w:type="dxa"/>
          </w:tcPr>
          <w:p w:rsidR="00165665" w:rsidRPr="00D90022" w:rsidRDefault="00165665" w:rsidP="007A3099">
            <w:pPr>
              <w:pStyle w:val="TableCaption"/>
              <w:spacing w:before="20" w:after="20"/>
              <w:jc w:val="left"/>
              <w:rPr>
                <w:kern w:val="16"/>
                <w:szCs w:val="18"/>
              </w:rPr>
            </w:pPr>
            <w:r w:rsidRPr="00D90022">
              <w:rPr>
                <w:kern w:val="16"/>
                <w:szCs w:val="18"/>
              </w:rPr>
              <w:t>12 pt</w:t>
            </w:r>
            <w:r w:rsidRPr="00D90022">
              <w:rPr>
                <w:kern w:val="16"/>
                <w:szCs w:val="18"/>
              </w:rPr>
              <w:br/>
              <w:t>Initial caps</w:t>
            </w:r>
            <w:r w:rsidRPr="00D90022">
              <w:rPr>
                <w:kern w:val="16"/>
                <w:szCs w:val="18"/>
              </w:rPr>
              <w:br/>
              <w:t>Italic</w:t>
            </w:r>
          </w:p>
        </w:tc>
        <w:tc>
          <w:tcPr>
            <w:tcW w:w="723" w:type="dxa"/>
          </w:tcPr>
          <w:p w:rsidR="00165665" w:rsidRPr="00D90022" w:rsidRDefault="00165665" w:rsidP="007A3099">
            <w:pPr>
              <w:pStyle w:val="TableCaption"/>
              <w:spacing w:before="20" w:after="20"/>
              <w:rPr>
                <w:kern w:val="16"/>
                <w:szCs w:val="18"/>
              </w:rPr>
            </w:pPr>
            <w:r w:rsidRPr="00D90022">
              <w:rPr>
                <w:kern w:val="16"/>
                <w:szCs w:val="18"/>
              </w:rPr>
              <w:t>6 pt</w:t>
            </w:r>
          </w:p>
        </w:tc>
        <w:tc>
          <w:tcPr>
            <w:tcW w:w="706" w:type="dxa"/>
          </w:tcPr>
          <w:p w:rsidR="00165665" w:rsidRPr="00D90022" w:rsidRDefault="00165665" w:rsidP="007A3099">
            <w:pPr>
              <w:pStyle w:val="TableCaption"/>
              <w:spacing w:before="20" w:after="20"/>
              <w:rPr>
                <w:kern w:val="16"/>
                <w:szCs w:val="18"/>
              </w:rPr>
            </w:pPr>
            <w:r w:rsidRPr="00D90022">
              <w:rPr>
                <w:kern w:val="16"/>
                <w:szCs w:val="18"/>
              </w:rPr>
              <w:t>3 pt</w:t>
            </w:r>
          </w:p>
        </w:tc>
      </w:tr>
      <w:tr w:rsidR="00BC6316" w:rsidRPr="00E56880" w:rsidTr="009B15A2">
        <w:trPr>
          <w:jc w:val="center"/>
        </w:trPr>
        <w:tc>
          <w:tcPr>
            <w:tcW w:w="1100" w:type="dxa"/>
          </w:tcPr>
          <w:p w:rsidR="00BC6316" w:rsidRPr="00D90022" w:rsidRDefault="00BC6316" w:rsidP="007A3099">
            <w:pPr>
              <w:pStyle w:val="TableCaption"/>
              <w:spacing w:before="20" w:after="20"/>
              <w:jc w:val="left"/>
              <w:rPr>
                <w:kern w:val="16"/>
                <w:szCs w:val="18"/>
              </w:rPr>
            </w:pPr>
            <w:r w:rsidRPr="00D90022">
              <w:rPr>
                <w:kern w:val="16"/>
                <w:szCs w:val="18"/>
              </w:rPr>
              <w:t xml:space="preserve">Third-level </w:t>
            </w:r>
            <w:r w:rsidR="007F0E02" w:rsidRPr="00D90022">
              <w:rPr>
                <w:kern w:val="16"/>
                <w:szCs w:val="18"/>
              </w:rPr>
              <w:t>Heading</w:t>
            </w:r>
            <w:r w:rsidR="00B36423" w:rsidRPr="00D90022">
              <w:rPr>
                <w:kern w:val="16"/>
                <w:szCs w:val="18"/>
              </w:rPr>
              <w:t>*</w:t>
            </w:r>
          </w:p>
        </w:tc>
        <w:tc>
          <w:tcPr>
            <w:tcW w:w="2112" w:type="dxa"/>
          </w:tcPr>
          <w:p w:rsidR="00BC6316" w:rsidRPr="00D90022" w:rsidRDefault="00BC6316" w:rsidP="007A3099">
            <w:pPr>
              <w:pStyle w:val="TableCaption"/>
              <w:spacing w:before="20" w:after="20"/>
              <w:jc w:val="left"/>
              <w:rPr>
                <w:szCs w:val="18"/>
              </w:rPr>
            </w:pPr>
            <w:r w:rsidRPr="00D90022">
              <w:rPr>
                <w:kern w:val="16"/>
                <w:szCs w:val="18"/>
              </w:rPr>
              <w:t>10 pt</w:t>
            </w:r>
            <w:r w:rsidR="00875D2B" w:rsidRPr="00D90022">
              <w:rPr>
                <w:szCs w:val="18"/>
              </w:rPr>
              <w:br/>
            </w:r>
            <w:r w:rsidRPr="00D90022">
              <w:rPr>
                <w:szCs w:val="18"/>
              </w:rPr>
              <w:t>Initial cap</w:t>
            </w:r>
            <w:r w:rsidR="00875D2B" w:rsidRPr="00D90022">
              <w:rPr>
                <w:szCs w:val="18"/>
              </w:rPr>
              <w:br/>
            </w:r>
            <w:r w:rsidRPr="00D90022">
              <w:rPr>
                <w:szCs w:val="18"/>
              </w:rPr>
              <w:t>Bold</w:t>
            </w:r>
          </w:p>
        </w:tc>
        <w:tc>
          <w:tcPr>
            <w:tcW w:w="723" w:type="dxa"/>
          </w:tcPr>
          <w:p w:rsidR="00BC6316" w:rsidRPr="00D90022" w:rsidRDefault="00BC6316" w:rsidP="007A3099">
            <w:pPr>
              <w:pStyle w:val="TableCaption"/>
              <w:spacing w:before="20" w:after="20"/>
              <w:rPr>
                <w:kern w:val="16"/>
                <w:szCs w:val="18"/>
              </w:rPr>
            </w:pPr>
            <w:r w:rsidRPr="00D90022">
              <w:rPr>
                <w:kern w:val="16"/>
                <w:szCs w:val="18"/>
              </w:rPr>
              <w:t>6 pt</w:t>
            </w:r>
          </w:p>
        </w:tc>
        <w:tc>
          <w:tcPr>
            <w:tcW w:w="706" w:type="dxa"/>
          </w:tcPr>
          <w:p w:rsidR="00BC6316" w:rsidRPr="00D90022" w:rsidRDefault="00BC6316" w:rsidP="007A3099">
            <w:pPr>
              <w:pStyle w:val="TableCaption"/>
              <w:spacing w:before="20" w:after="20"/>
              <w:rPr>
                <w:kern w:val="16"/>
                <w:szCs w:val="18"/>
              </w:rPr>
            </w:pPr>
            <w:r w:rsidRPr="00D90022">
              <w:rPr>
                <w:kern w:val="16"/>
                <w:szCs w:val="18"/>
              </w:rPr>
              <w:t>0 pt</w:t>
            </w:r>
          </w:p>
        </w:tc>
      </w:tr>
      <w:tr w:rsidR="00165665" w:rsidRPr="00E56880" w:rsidTr="009B15A2">
        <w:trPr>
          <w:jc w:val="center"/>
        </w:trPr>
        <w:tc>
          <w:tcPr>
            <w:tcW w:w="1100" w:type="dxa"/>
          </w:tcPr>
          <w:p w:rsidR="00165665" w:rsidRPr="00D90022" w:rsidRDefault="00165665" w:rsidP="007A3099">
            <w:pPr>
              <w:pStyle w:val="TableCaption"/>
              <w:spacing w:before="20" w:after="20"/>
              <w:jc w:val="left"/>
              <w:rPr>
                <w:kern w:val="16"/>
                <w:szCs w:val="18"/>
              </w:rPr>
            </w:pPr>
            <w:r w:rsidRPr="00D90022">
              <w:rPr>
                <w:kern w:val="16"/>
                <w:szCs w:val="18"/>
              </w:rPr>
              <w:t>Figure</w:t>
            </w:r>
            <w:r w:rsidRPr="00D90022">
              <w:rPr>
                <w:kern w:val="16"/>
                <w:szCs w:val="18"/>
              </w:rPr>
              <w:br/>
            </w:r>
            <w:r w:rsidR="007F0E02" w:rsidRPr="00D90022">
              <w:rPr>
                <w:kern w:val="16"/>
                <w:szCs w:val="18"/>
              </w:rPr>
              <w:t>Caption</w:t>
            </w:r>
          </w:p>
        </w:tc>
        <w:tc>
          <w:tcPr>
            <w:tcW w:w="2112" w:type="dxa"/>
          </w:tcPr>
          <w:p w:rsidR="00165665" w:rsidRPr="00D90022" w:rsidRDefault="00165665" w:rsidP="007A3099">
            <w:pPr>
              <w:pStyle w:val="TableCaption"/>
              <w:spacing w:before="20" w:after="20"/>
              <w:jc w:val="left"/>
              <w:rPr>
                <w:kern w:val="16"/>
                <w:szCs w:val="18"/>
              </w:rPr>
            </w:pPr>
            <w:r w:rsidRPr="00D90022">
              <w:rPr>
                <w:kern w:val="16"/>
                <w:szCs w:val="18"/>
              </w:rPr>
              <w:t>10 pt</w:t>
            </w:r>
          </w:p>
        </w:tc>
        <w:tc>
          <w:tcPr>
            <w:tcW w:w="723" w:type="dxa"/>
          </w:tcPr>
          <w:p w:rsidR="00165665" w:rsidRPr="00D90022" w:rsidRDefault="00165665" w:rsidP="007A3099">
            <w:pPr>
              <w:pStyle w:val="TableCaption"/>
              <w:spacing w:before="20" w:after="20"/>
              <w:rPr>
                <w:kern w:val="16"/>
                <w:szCs w:val="18"/>
              </w:rPr>
            </w:pPr>
            <w:r w:rsidRPr="00D90022">
              <w:rPr>
                <w:kern w:val="16"/>
                <w:szCs w:val="18"/>
              </w:rPr>
              <w:t>3 pt</w:t>
            </w:r>
          </w:p>
        </w:tc>
        <w:tc>
          <w:tcPr>
            <w:tcW w:w="706" w:type="dxa"/>
          </w:tcPr>
          <w:p w:rsidR="00165665" w:rsidRPr="00D90022" w:rsidRDefault="00165665" w:rsidP="007A3099">
            <w:pPr>
              <w:pStyle w:val="TableCaption"/>
              <w:spacing w:before="20" w:after="20"/>
              <w:rPr>
                <w:kern w:val="16"/>
                <w:szCs w:val="18"/>
              </w:rPr>
            </w:pPr>
            <w:r w:rsidRPr="00D90022">
              <w:rPr>
                <w:kern w:val="16"/>
                <w:szCs w:val="18"/>
              </w:rPr>
              <w:t>6 pt</w:t>
            </w:r>
          </w:p>
        </w:tc>
      </w:tr>
      <w:tr w:rsidR="00165665" w:rsidRPr="00E56880" w:rsidTr="009B15A2">
        <w:trPr>
          <w:jc w:val="center"/>
        </w:trPr>
        <w:tc>
          <w:tcPr>
            <w:tcW w:w="1100" w:type="dxa"/>
          </w:tcPr>
          <w:p w:rsidR="00165665" w:rsidRPr="00D90022" w:rsidRDefault="00165665" w:rsidP="007A3099">
            <w:pPr>
              <w:pStyle w:val="TableCaption"/>
              <w:spacing w:before="20" w:after="20"/>
              <w:jc w:val="left"/>
              <w:rPr>
                <w:kern w:val="16"/>
                <w:szCs w:val="18"/>
              </w:rPr>
            </w:pPr>
            <w:r w:rsidRPr="00D90022">
              <w:rPr>
                <w:kern w:val="16"/>
                <w:szCs w:val="18"/>
              </w:rPr>
              <w:t>Table</w:t>
            </w:r>
            <w:r w:rsidRPr="00D90022">
              <w:rPr>
                <w:kern w:val="16"/>
                <w:szCs w:val="18"/>
              </w:rPr>
              <w:br/>
            </w:r>
            <w:r w:rsidR="007F0E02" w:rsidRPr="00D90022">
              <w:rPr>
                <w:kern w:val="16"/>
                <w:szCs w:val="18"/>
              </w:rPr>
              <w:t>Caption</w:t>
            </w:r>
          </w:p>
        </w:tc>
        <w:tc>
          <w:tcPr>
            <w:tcW w:w="2112" w:type="dxa"/>
          </w:tcPr>
          <w:p w:rsidR="00165665" w:rsidRPr="00D90022" w:rsidRDefault="00165665" w:rsidP="007A3099">
            <w:pPr>
              <w:pStyle w:val="TableCaption"/>
              <w:spacing w:before="20" w:after="20"/>
              <w:jc w:val="left"/>
              <w:rPr>
                <w:kern w:val="16"/>
                <w:szCs w:val="18"/>
              </w:rPr>
            </w:pPr>
            <w:r w:rsidRPr="00D90022">
              <w:rPr>
                <w:kern w:val="16"/>
                <w:szCs w:val="18"/>
              </w:rPr>
              <w:t>10 pt</w:t>
            </w:r>
          </w:p>
        </w:tc>
        <w:tc>
          <w:tcPr>
            <w:tcW w:w="723" w:type="dxa"/>
          </w:tcPr>
          <w:p w:rsidR="00165665" w:rsidRPr="00D90022" w:rsidRDefault="00165665" w:rsidP="007A3099">
            <w:pPr>
              <w:pStyle w:val="TableCaption"/>
              <w:spacing w:before="20" w:after="20"/>
              <w:rPr>
                <w:kern w:val="16"/>
                <w:szCs w:val="18"/>
              </w:rPr>
            </w:pPr>
            <w:r w:rsidRPr="00D90022">
              <w:rPr>
                <w:kern w:val="16"/>
                <w:szCs w:val="18"/>
              </w:rPr>
              <w:t>3 pt</w:t>
            </w:r>
          </w:p>
        </w:tc>
        <w:tc>
          <w:tcPr>
            <w:tcW w:w="706" w:type="dxa"/>
          </w:tcPr>
          <w:p w:rsidR="00165665" w:rsidRPr="00D90022" w:rsidRDefault="00165665" w:rsidP="007A3099">
            <w:pPr>
              <w:pStyle w:val="TableCaption"/>
              <w:spacing w:before="20" w:after="20"/>
              <w:rPr>
                <w:kern w:val="16"/>
                <w:szCs w:val="18"/>
              </w:rPr>
            </w:pPr>
            <w:r w:rsidRPr="00D90022">
              <w:rPr>
                <w:kern w:val="16"/>
                <w:szCs w:val="18"/>
              </w:rPr>
              <w:t>3 pt</w:t>
            </w:r>
          </w:p>
        </w:tc>
      </w:tr>
      <w:tr w:rsidR="00165665" w:rsidRPr="00E56880" w:rsidTr="009B15A2">
        <w:trPr>
          <w:jc w:val="center"/>
        </w:trPr>
        <w:tc>
          <w:tcPr>
            <w:tcW w:w="1100" w:type="dxa"/>
          </w:tcPr>
          <w:p w:rsidR="00165665" w:rsidRPr="00D90022" w:rsidRDefault="00165665" w:rsidP="007A3099">
            <w:pPr>
              <w:pStyle w:val="Reference"/>
              <w:spacing w:before="20" w:after="20"/>
              <w:rPr>
                <w:szCs w:val="18"/>
              </w:rPr>
            </w:pPr>
            <w:r w:rsidRPr="00D90022">
              <w:rPr>
                <w:szCs w:val="18"/>
              </w:rPr>
              <w:t>Equation</w:t>
            </w:r>
          </w:p>
        </w:tc>
        <w:tc>
          <w:tcPr>
            <w:tcW w:w="2112" w:type="dxa"/>
          </w:tcPr>
          <w:p w:rsidR="00165665" w:rsidRPr="00D90022" w:rsidRDefault="00165665" w:rsidP="007A3099">
            <w:pPr>
              <w:pStyle w:val="TableCaption"/>
              <w:spacing w:before="20" w:after="20"/>
              <w:jc w:val="left"/>
              <w:rPr>
                <w:kern w:val="16"/>
                <w:szCs w:val="18"/>
              </w:rPr>
            </w:pPr>
            <w:r w:rsidRPr="00D90022">
              <w:rPr>
                <w:kern w:val="16"/>
                <w:szCs w:val="18"/>
              </w:rPr>
              <w:t>10</w:t>
            </w:r>
            <w:r w:rsidR="00662C6C" w:rsidRPr="00D90022">
              <w:rPr>
                <w:kern w:val="16"/>
                <w:szCs w:val="18"/>
              </w:rPr>
              <w:t> pt</w:t>
            </w:r>
            <w:r w:rsidRPr="00D90022">
              <w:rPr>
                <w:kern w:val="16"/>
                <w:szCs w:val="18"/>
              </w:rPr>
              <w:t xml:space="preserve"> base font</w:t>
            </w:r>
          </w:p>
        </w:tc>
        <w:tc>
          <w:tcPr>
            <w:tcW w:w="723" w:type="dxa"/>
          </w:tcPr>
          <w:p w:rsidR="00165665" w:rsidRPr="00D90022" w:rsidRDefault="00165665" w:rsidP="007A3099">
            <w:pPr>
              <w:pStyle w:val="TableCaption"/>
              <w:spacing w:before="20" w:after="20"/>
              <w:rPr>
                <w:kern w:val="16"/>
                <w:szCs w:val="18"/>
              </w:rPr>
            </w:pPr>
            <w:r w:rsidRPr="00D90022">
              <w:rPr>
                <w:kern w:val="16"/>
                <w:szCs w:val="18"/>
              </w:rPr>
              <w:t>12 pt</w:t>
            </w:r>
          </w:p>
        </w:tc>
        <w:tc>
          <w:tcPr>
            <w:tcW w:w="706" w:type="dxa"/>
          </w:tcPr>
          <w:p w:rsidR="00165665" w:rsidRPr="00D90022" w:rsidRDefault="00165665" w:rsidP="007A3099">
            <w:pPr>
              <w:pStyle w:val="TableCaption"/>
              <w:spacing w:before="20" w:after="20"/>
              <w:rPr>
                <w:kern w:val="16"/>
                <w:szCs w:val="18"/>
              </w:rPr>
            </w:pPr>
            <w:r w:rsidRPr="00D90022">
              <w:rPr>
                <w:kern w:val="16"/>
                <w:szCs w:val="18"/>
              </w:rPr>
              <w:t>12 pt</w:t>
            </w:r>
          </w:p>
        </w:tc>
      </w:tr>
      <w:tr w:rsidR="00165665" w:rsidRPr="00E56880" w:rsidTr="009B15A2">
        <w:trPr>
          <w:jc w:val="center"/>
        </w:trPr>
        <w:tc>
          <w:tcPr>
            <w:tcW w:w="1100" w:type="dxa"/>
          </w:tcPr>
          <w:p w:rsidR="00165665" w:rsidRPr="00D90022" w:rsidRDefault="00165665" w:rsidP="007A3099">
            <w:pPr>
              <w:pStyle w:val="TableCaption"/>
              <w:spacing w:before="20" w:after="20"/>
              <w:jc w:val="left"/>
              <w:rPr>
                <w:kern w:val="16"/>
                <w:szCs w:val="18"/>
              </w:rPr>
            </w:pPr>
            <w:r w:rsidRPr="00D90022">
              <w:rPr>
                <w:kern w:val="16"/>
                <w:szCs w:val="18"/>
              </w:rPr>
              <w:t>Reference</w:t>
            </w:r>
          </w:p>
        </w:tc>
        <w:tc>
          <w:tcPr>
            <w:tcW w:w="2112" w:type="dxa"/>
          </w:tcPr>
          <w:p w:rsidR="00165665" w:rsidRPr="00D90022" w:rsidRDefault="00553403" w:rsidP="007A3099">
            <w:pPr>
              <w:pStyle w:val="TableCaption"/>
              <w:spacing w:before="20" w:after="20"/>
              <w:jc w:val="left"/>
              <w:rPr>
                <w:kern w:val="16"/>
                <w:szCs w:val="18"/>
              </w:rPr>
            </w:pPr>
            <w:r w:rsidRPr="00D90022">
              <w:rPr>
                <w:kern w:val="16"/>
                <w:szCs w:val="18"/>
              </w:rPr>
              <w:t>9/</w:t>
            </w:r>
            <w:r w:rsidR="00165665" w:rsidRPr="00D90022">
              <w:rPr>
                <w:kern w:val="16"/>
                <w:szCs w:val="18"/>
              </w:rPr>
              <w:t>10 pt, justified with</w:t>
            </w:r>
            <w:r w:rsidR="00165665" w:rsidRPr="00D90022">
              <w:rPr>
                <w:kern w:val="16"/>
                <w:szCs w:val="18"/>
              </w:rPr>
              <w:br/>
              <w:t>0.25” hanging indent</w:t>
            </w:r>
          </w:p>
        </w:tc>
        <w:tc>
          <w:tcPr>
            <w:tcW w:w="723" w:type="dxa"/>
          </w:tcPr>
          <w:p w:rsidR="00165665" w:rsidRPr="00D90022" w:rsidRDefault="00553403" w:rsidP="007A3099">
            <w:pPr>
              <w:pStyle w:val="TableCaption"/>
              <w:spacing w:before="20" w:after="20"/>
              <w:rPr>
                <w:kern w:val="16"/>
                <w:szCs w:val="18"/>
              </w:rPr>
            </w:pPr>
            <w:r w:rsidRPr="00D90022">
              <w:rPr>
                <w:kern w:val="16"/>
                <w:szCs w:val="18"/>
              </w:rPr>
              <w:t>≥</w:t>
            </w:r>
            <w:r w:rsidR="00165665" w:rsidRPr="00D90022">
              <w:rPr>
                <w:kern w:val="16"/>
                <w:szCs w:val="18"/>
              </w:rPr>
              <w:t>0 pt</w:t>
            </w:r>
          </w:p>
        </w:tc>
        <w:tc>
          <w:tcPr>
            <w:tcW w:w="706" w:type="dxa"/>
          </w:tcPr>
          <w:p w:rsidR="00165665" w:rsidRPr="00D90022" w:rsidRDefault="00553403" w:rsidP="007A3099">
            <w:pPr>
              <w:pStyle w:val="TableCaption"/>
              <w:spacing w:before="20" w:after="20"/>
              <w:rPr>
                <w:kern w:val="16"/>
                <w:szCs w:val="18"/>
              </w:rPr>
            </w:pPr>
            <w:r w:rsidRPr="00D90022">
              <w:rPr>
                <w:kern w:val="16"/>
                <w:szCs w:val="18"/>
              </w:rPr>
              <w:t>≥</w:t>
            </w:r>
            <w:r w:rsidR="00165665" w:rsidRPr="00D90022">
              <w:rPr>
                <w:kern w:val="16"/>
                <w:szCs w:val="18"/>
              </w:rPr>
              <w:t>0 pt</w:t>
            </w:r>
          </w:p>
        </w:tc>
      </w:tr>
      <w:tr w:rsidR="00B36423" w:rsidRPr="00E56880" w:rsidTr="007A3099">
        <w:trPr>
          <w:jc w:val="center"/>
        </w:trPr>
        <w:tc>
          <w:tcPr>
            <w:tcW w:w="4641" w:type="dxa"/>
            <w:gridSpan w:val="4"/>
            <w:tcBorders>
              <w:bottom w:val="nil"/>
            </w:tcBorders>
          </w:tcPr>
          <w:p w:rsidR="00B36423" w:rsidRDefault="00B36423" w:rsidP="007A3099">
            <w:pPr>
              <w:pStyle w:val="TableCaption"/>
              <w:spacing w:before="120" w:after="20"/>
              <w:jc w:val="left"/>
              <w:rPr>
                <w:kern w:val="16"/>
                <w:sz w:val="18"/>
                <w:szCs w:val="18"/>
              </w:rPr>
            </w:pPr>
            <w:r w:rsidRPr="00D90022">
              <w:rPr>
                <w:kern w:val="16"/>
                <w:sz w:val="19"/>
                <w:szCs w:val="19"/>
              </w:rPr>
              <w:t>* Authors must bold and format this heading themselves</w:t>
            </w:r>
            <w:r>
              <w:rPr>
                <w:kern w:val="16"/>
                <w:sz w:val="18"/>
                <w:szCs w:val="18"/>
              </w:rPr>
              <w:t xml:space="preserve">. </w:t>
            </w:r>
          </w:p>
        </w:tc>
      </w:tr>
    </w:tbl>
    <w:p w:rsidR="00323071" w:rsidRDefault="00323071" w:rsidP="00323071">
      <w:pPr>
        <w:pStyle w:val="SectionHeading"/>
      </w:pPr>
      <w:r>
        <w:t>Page Numbers</w:t>
      </w:r>
    </w:p>
    <w:p w:rsidR="00323071" w:rsidRDefault="00323071" w:rsidP="00323071">
      <w:pPr>
        <w:pStyle w:val="Textkrper-Zeileneinzug"/>
        <w:rPr>
          <w:kern w:val="16"/>
        </w:rPr>
      </w:pPr>
      <w:r>
        <w:rPr>
          <w:b/>
          <w:bCs/>
          <w:kern w:val="16"/>
        </w:rPr>
        <w:t>DO NOT include any page numbers</w:t>
      </w:r>
      <w:r>
        <w:rPr>
          <w:kern w:val="16"/>
        </w:rPr>
        <w:t>. They will be added when the final proceedings are produced.</w:t>
      </w:r>
    </w:p>
    <w:p w:rsidR="00323071" w:rsidRDefault="00323071" w:rsidP="00323071">
      <w:pPr>
        <w:pStyle w:val="SectionHeading"/>
      </w:pPr>
      <w:r>
        <w:t>Templates</w:t>
      </w:r>
    </w:p>
    <w:p w:rsidR="00323071" w:rsidRDefault="00323071" w:rsidP="00323071">
      <w:pPr>
        <w:pStyle w:val="Textkrper-Zeileneinzug"/>
        <w:rPr>
          <w:kern w:val="16"/>
        </w:rPr>
      </w:pPr>
      <w:r>
        <w:rPr>
          <w:kern w:val="16"/>
        </w:rPr>
        <w:t>Templates and examples can be retrieved through web browsers such as Firefox, Chrome and Internet Explorer by saving to disk. Template documents for the recommended word processing software are available from the JACoW website (</w:t>
      </w:r>
      <w:r>
        <w:t>www.</w:t>
      </w:r>
      <w:r w:rsidRPr="00AA3EDF">
        <w:t>JACoW.org</w:t>
      </w:r>
      <w:r>
        <w:rPr>
          <w:kern w:val="16"/>
        </w:rPr>
        <w:t>) and exist for LaTeX, Microsoft Word (Mac and PC) and OpenOffice for US letter and A4 paper sizes.</w:t>
      </w:r>
    </w:p>
    <w:p w:rsidR="00323071" w:rsidRDefault="00323071" w:rsidP="00323071">
      <w:pPr>
        <w:pStyle w:val="Textkrper-Zeileneinzug"/>
        <w:rPr>
          <w:kern w:val="16"/>
        </w:rPr>
      </w:pPr>
      <w:r>
        <w:rPr>
          <w:kern w:val="16"/>
        </w:rPr>
        <w:t>Use the correct template for your paper size and version of Word. Do not transport Microsoft Word documents across platforms, e.g., Mac↔PC. When saving a Word 2010 file (PC), be sure to click “Embed fonts”</w:t>
      </w:r>
      <w:r w:rsidRPr="00F2614A">
        <w:rPr>
          <w:kern w:val="16"/>
        </w:rPr>
        <w:t xml:space="preserve"> </w:t>
      </w:r>
      <w:r>
        <w:rPr>
          <w:kern w:val="16"/>
        </w:rPr>
        <w:t>in the Save options. Fonts are embedded by default when printing to PDF on MAC OSX.</w:t>
      </w:r>
    </w:p>
    <w:p w:rsidR="00323071" w:rsidRDefault="00323071" w:rsidP="00323071">
      <w:pPr>
        <w:pStyle w:val="Textkrper-Zeileneinzug"/>
        <w:rPr>
          <w:kern w:val="16"/>
        </w:rPr>
      </w:pPr>
      <w:r>
        <w:rPr>
          <w:kern w:val="16"/>
        </w:rPr>
        <w:lastRenderedPageBreak/>
        <w:t>Please see the information and help files for authors on the JACoW.org website for instructions on how to install templates in your Microsoft templates folder.</w:t>
      </w:r>
    </w:p>
    <w:p w:rsidR="0082594C" w:rsidRDefault="0082594C" w:rsidP="007A3099">
      <w:pPr>
        <w:pStyle w:val="SectionHeading"/>
      </w:pPr>
      <w:r>
        <w:t>Checklist for electronic Publication</w:t>
      </w:r>
    </w:p>
    <w:p w:rsidR="0082594C" w:rsidRPr="00973EE7" w:rsidRDefault="0082594C" w:rsidP="0082594C">
      <w:pPr>
        <w:pStyle w:val="BulletedList"/>
      </w:pPr>
      <w:r>
        <w:rPr>
          <w:kern w:val="16"/>
        </w:rPr>
        <w:t xml:space="preserve">Use only </w:t>
      </w:r>
      <w:r w:rsidRPr="00973EE7">
        <w:t xml:space="preserve">Times </w:t>
      </w:r>
      <w:r>
        <w:t xml:space="preserve">or Times New Roman </w:t>
      </w:r>
      <w:r w:rsidRPr="00973EE7">
        <w:t>(</w:t>
      </w:r>
      <w:r>
        <w:t xml:space="preserve">standard, </w:t>
      </w:r>
      <w:r w:rsidRPr="00973EE7">
        <w:t>bold or italic) and Symbol fonts for text—10</w:t>
      </w:r>
      <w:r>
        <w:t> </w:t>
      </w:r>
      <w:r w:rsidRPr="00E56880">
        <w:t>pt</w:t>
      </w:r>
      <w:r w:rsidRPr="00973EE7">
        <w:t xml:space="preserve"> minimum</w:t>
      </w:r>
      <w:r>
        <w:t xml:space="preserve"> except references, which can be 9 </w:t>
      </w:r>
      <w:r w:rsidRPr="00E56880">
        <w:t>pt</w:t>
      </w:r>
      <w:r>
        <w:t xml:space="preserve"> or 10 </w:t>
      </w:r>
      <w:r w:rsidRPr="00E56880">
        <w:t>pt</w:t>
      </w:r>
      <w:r w:rsidRPr="00973EE7">
        <w:t>.</w:t>
      </w:r>
    </w:p>
    <w:p w:rsidR="0082594C" w:rsidRDefault="0082594C" w:rsidP="0082594C">
      <w:pPr>
        <w:pStyle w:val="BulletedList"/>
      </w:pPr>
      <w:r w:rsidRPr="00973EE7">
        <w:t xml:space="preserve">Figures </w:t>
      </w:r>
      <w:r>
        <w:t xml:space="preserve">should use Times or </w:t>
      </w:r>
      <w:r w:rsidRPr="00973EE7">
        <w:t xml:space="preserve">Times </w:t>
      </w:r>
      <w:r>
        <w:t xml:space="preserve">New Roman </w:t>
      </w:r>
      <w:r w:rsidRPr="00973EE7">
        <w:t>(</w:t>
      </w:r>
      <w:r>
        <w:t xml:space="preserve">standard, </w:t>
      </w:r>
      <w:r w:rsidRPr="00973EE7">
        <w:t>bold or italic) and Symbol fonts when possible—6</w:t>
      </w:r>
      <w:r>
        <w:t> </w:t>
      </w:r>
      <w:r w:rsidRPr="00E56880">
        <w:t>pt</w:t>
      </w:r>
      <w:r w:rsidRPr="00973EE7">
        <w:t xml:space="preserve"> minimum.</w:t>
      </w:r>
    </w:p>
    <w:p w:rsidR="0082594C" w:rsidRPr="007A3099" w:rsidRDefault="0082594C" w:rsidP="0082594C">
      <w:pPr>
        <w:pStyle w:val="BulletedList"/>
      </w:pPr>
      <w:r>
        <w:t xml:space="preserve">Check that citations to references appear in sequential order and that all references are cited </w:t>
      </w:r>
      <w:r w:rsidRPr="007A3099">
        <w:t>[10].</w:t>
      </w:r>
    </w:p>
    <w:p w:rsidR="0082594C" w:rsidRPr="00973EE7" w:rsidRDefault="0082594C" w:rsidP="0082594C">
      <w:pPr>
        <w:pStyle w:val="BulletedList"/>
      </w:pPr>
      <w:r w:rsidRPr="00973EE7">
        <w:t xml:space="preserve">Check that the </w:t>
      </w:r>
      <w:r>
        <w:t>PDF</w:t>
      </w:r>
      <w:r w:rsidRPr="00973EE7">
        <w:t xml:space="preserve"> file prints correctly.</w:t>
      </w:r>
    </w:p>
    <w:p w:rsidR="0082594C" w:rsidRPr="00973EE7" w:rsidRDefault="0082594C" w:rsidP="0082594C">
      <w:pPr>
        <w:pStyle w:val="BulletedList"/>
      </w:pPr>
      <w:r w:rsidRPr="00973EE7">
        <w:t>Check that there are no page numbers.</w:t>
      </w:r>
    </w:p>
    <w:p w:rsidR="0082594C" w:rsidRDefault="0082594C" w:rsidP="0082594C">
      <w:pPr>
        <w:pStyle w:val="BulletedList"/>
      </w:pPr>
      <w:r w:rsidRPr="00973EE7">
        <w:t>Check that the</w:t>
      </w:r>
      <w:r>
        <w:t xml:space="preserve"> margins on the printed version are within</w:t>
      </w:r>
      <w:r w:rsidRPr="00973EE7">
        <w:t xml:space="preserve"> ±1 mm </w:t>
      </w:r>
      <w:r>
        <w:t>of the specifications</w:t>
      </w:r>
      <w:r w:rsidRPr="00973EE7">
        <w:t>.</w:t>
      </w:r>
    </w:p>
    <w:p w:rsidR="0082594C" w:rsidRPr="00973EE7" w:rsidRDefault="0082594C" w:rsidP="0082594C">
      <w:pPr>
        <w:pStyle w:val="BulletedList"/>
      </w:pPr>
      <w:r>
        <w:t>LaTeX users can check their margins by invoking the boxit option.</w:t>
      </w:r>
    </w:p>
    <w:p w:rsidR="00BF6981" w:rsidRDefault="00BF6981" w:rsidP="007A3099">
      <w:pPr>
        <w:pStyle w:val="SectionHeading"/>
      </w:pPr>
      <w:r>
        <w:t>CONCLUSION</w:t>
      </w:r>
    </w:p>
    <w:p w:rsidR="00BF6981" w:rsidRPr="00166737" w:rsidRDefault="00BF6981" w:rsidP="00AA3EDF">
      <w:pPr>
        <w:pStyle w:val="Textkrper-Zeileneinzug"/>
      </w:pPr>
      <w:r>
        <w:t xml:space="preserve">Any conclusions should be in a separate section directly preceding the </w:t>
      </w:r>
      <w:r w:rsidR="0044185D" w:rsidRPr="0044185D">
        <w:rPr>
          <w:b/>
        </w:rPr>
        <w:t>ACKNOWLEDGEMENT</w:t>
      </w:r>
      <w:r>
        <w:t xml:space="preserve">, </w:t>
      </w:r>
      <w:r w:rsidR="0044185D" w:rsidRPr="0044185D">
        <w:rPr>
          <w:b/>
        </w:rPr>
        <w:t>APPENDIX</w:t>
      </w:r>
      <w:r w:rsidR="00553403">
        <w:t>, or</w:t>
      </w:r>
      <w:r>
        <w:t xml:space="preserve"> </w:t>
      </w:r>
      <w:r w:rsidR="0044185D">
        <w:rPr>
          <w:b/>
        </w:rPr>
        <w:t xml:space="preserve"> </w:t>
      </w:r>
      <w:r w:rsidR="0044185D" w:rsidRPr="0044185D">
        <w:rPr>
          <w:b/>
        </w:rPr>
        <w:t>REFERENCES</w:t>
      </w:r>
      <w:r w:rsidR="0044185D">
        <w:t xml:space="preserve"> </w:t>
      </w:r>
      <w:r>
        <w:t>section</w:t>
      </w:r>
      <w:r w:rsidR="00553403">
        <w:t>,</w:t>
      </w:r>
      <w:r>
        <w:t xml:space="preserve"> in that order.</w:t>
      </w:r>
    </w:p>
    <w:p w:rsidR="00BC6316" w:rsidRDefault="00BC6316" w:rsidP="007A3099">
      <w:pPr>
        <w:pStyle w:val="SectionHeading"/>
      </w:pPr>
      <w:r>
        <w:t>acknowledgment</w:t>
      </w:r>
    </w:p>
    <w:p w:rsidR="00BC6316" w:rsidRDefault="00FD7A0F" w:rsidP="00D800B1">
      <w:pPr>
        <w:pStyle w:val="Textkrper-Zeileneinzug"/>
      </w:pPr>
      <w:r>
        <w:t xml:space="preserve">Any acknowledgment should be in a separate section directly preceding the </w:t>
      </w:r>
      <w:r w:rsidR="0044185D" w:rsidRPr="0044185D">
        <w:rPr>
          <w:b/>
        </w:rPr>
        <w:t>REFERENCES</w:t>
      </w:r>
      <w:r w:rsidR="0044185D">
        <w:t xml:space="preserve"> </w:t>
      </w:r>
      <w:r w:rsidR="00BF6981">
        <w:t xml:space="preserve">or </w:t>
      </w:r>
      <w:r w:rsidR="0044185D" w:rsidRPr="0044185D">
        <w:rPr>
          <w:b/>
        </w:rPr>
        <w:t>APPENDIX</w:t>
      </w:r>
      <w:r w:rsidR="0044185D">
        <w:t xml:space="preserve"> </w:t>
      </w:r>
      <w:r>
        <w:t>section.</w:t>
      </w:r>
    </w:p>
    <w:p w:rsidR="00BF6981" w:rsidRDefault="00BF6981" w:rsidP="007A3099">
      <w:pPr>
        <w:pStyle w:val="SectionHeading"/>
      </w:pPr>
      <w:r>
        <w:t>APPENDIX</w:t>
      </w:r>
    </w:p>
    <w:p w:rsidR="00BF6981" w:rsidRPr="00553403" w:rsidRDefault="00BF6981">
      <w:pPr>
        <w:pStyle w:val="Textkrper-Zeileneinzug"/>
      </w:pPr>
      <w:r>
        <w:t xml:space="preserve">Any appendix should be in a separate section directly preceding the </w:t>
      </w:r>
      <w:r w:rsidR="0044185D" w:rsidRPr="0044185D">
        <w:rPr>
          <w:b/>
        </w:rPr>
        <w:t>REFERENCES</w:t>
      </w:r>
      <w:r w:rsidR="0044185D">
        <w:t xml:space="preserve"> </w:t>
      </w:r>
      <w:r>
        <w:t>section.</w:t>
      </w:r>
      <w:r w:rsidR="00553403">
        <w:t xml:space="preserve"> If there is no </w:t>
      </w:r>
      <w:r w:rsidR="0044185D" w:rsidRPr="0044185D">
        <w:rPr>
          <w:b/>
        </w:rPr>
        <w:t>REFERENCES</w:t>
      </w:r>
      <w:r w:rsidR="0044185D">
        <w:t xml:space="preserve"> </w:t>
      </w:r>
      <w:r w:rsidR="00553403">
        <w:t>section, this should be the last section of the paper.</w:t>
      </w:r>
    </w:p>
    <w:p w:rsidR="00165665" w:rsidRDefault="00165665" w:rsidP="007A3099">
      <w:pPr>
        <w:pStyle w:val="SectionHeading"/>
      </w:pPr>
      <w:r>
        <w:t>References</w:t>
      </w:r>
    </w:p>
    <w:p w:rsidR="00165665" w:rsidRPr="00E56880" w:rsidRDefault="00165665">
      <w:pPr>
        <w:pStyle w:val="Reference"/>
      </w:pPr>
      <w:r w:rsidRPr="00E56880">
        <w:t>[1]</w:t>
      </w:r>
      <w:r w:rsidRPr="00E56880">
        <w:tab/>
      </w:r>
      <w:r w:rsidR="0082594C" w:rsidRPr="00AA3EDF">
        <w:t>JACoW.org</w:t>
      </w:r>
      <w:r w:rsidR="00E854DE">
        <w:t xml:space="preserve"> website: </w:t>
      </w:r>
      <w:r w:rsidR="001F5C87" w:rsidRPr="00AA3EDF">
        <w:t>http://jacow.org/index.php?n</w:t>
      </w:r>
      <w:r w:rsidR="0082594C" w:rsidRPr="00AA3EDF">
        <w:t>=</w:t>
      </w:r>
      <w:r w:rsidR="001F5C87">
        <w:t xml:space="preserve"> </w:t>
      </w:r>
      <w:r w:rsidR="0082594C" w:rsidRPr="00AA3EDF">
        <w:t>Authors.UsingLaTeX</w:t>
      </w:r>
      <w:r w:rsidR="00E854DE">
        <w:t xml:space="preserve"> </w:t>
      </w:r>
      <w:r w:rsidR="00E854DE" w:rsidRPr="00D800B1">
        <w:rPr>
          <w:color w:val="FF0000"/>
        </w:rPr>
        <w:t xml:space="preserve">{no </w:t>
      </w:r>
      <w:r w:rsidR="00E854DE">
        <w:rPr>
          <w:color w:val="FF0000"/>
        </w:rPr>
        <w:t xml:space="preserve">hyperlink, no </w:t>
      </w:r>
      <w:r w:rsidR="00E854DE" w:rsidRPr="00D800B1">
        <w:rPr>
          <w:color w:val="FF0000"/>
        </w:rPr>
        <w:t>period after URL}</w:t>
      </w:r>
    </w:p>
    <w:p w:rsidR="00165665" w:rsidRDefault="00165665" w:rsidP="00C61320">
      <w:pPr>
        <w:pStyle w:val="Reference"/>
      </w:pPr>
      <w:r w:rsidRPr="00E56880">
        <w:t>[</w:t>
      </w:r>
      <w:r w:rsidR="00C61320">
        <w:t>2</w:t>
      </w:r>
      <w:r w:rsidRPr="00E56880">
        <w:t>]</w:t>
      </w:r>
      <w:r w:rsidRPr="00E56880">
        <w:tab/>
        <w:t>A.N. Other, “A Very Interesting Paper”</w:t>
      </w:r>
      <w:r w:rsidR="00323071">
        <w:t>,</w:t>
      </w:r>
      <w:r w:rsidRPr="00E56880">
        <w:t xml:space="preserve"> EPAC’96, Sitges, June 1996, p. 7984 (1996); </w:t>
      </w:r>
      <w:r w:rsidR="005C76FE" w:rsidRPr="00D800B1">
        <w:t>http://www.JACoW.org</w:t>
      </w:r>
      <w:r w:rsidR="005C76FE">
        <w:t xml:space="preserve">  </w:t>
      </w:r>
    </w:p>
    <w:p w:rsidR="00404AD2" w:rsidRDefault="00404AD2">
      <w:pPr>
        <w:pStyle w:val="Reference"/>
      </w:pPr>
      <w:r>
        <w:t>[</w:t>
      </w:r>
      <w:r w:rsidR="00C61320">
        <w:t>3</w:t>
      </w:r>
      <w:r>
        <w:t>]</w:t>
      </w:r>
      <w:r>
        <w:tab/>
      </w:r>
      <w:r w:rsidRPr="00D02203">
        <w:t xml:space="preserve">F.E. Black et al., </w:t>
      </w:r>
      <w:r w:rsidRPr="00D02203">
        <w:rPr>
          <w:i/>
        </w:rPr>
        <w:t>This is a Very Interesting Book</w:t>
      </w:r>
      <w:r w:rsidRPr="00D02203">
        <w:t>, (</w:t>
      </w:r>
      <w:r w:rsidR="005C76FE" w:rsidRPr="00D02203">
        <w:t>New York: Knopf, 2007), 52.</w:t>
      </w:r>
    </w:p>
    <w:p w:rsidR="00B75D5E" w:rsidRDefault="00FD7A0F" w:rsidP="00EE4291">
      <w:pPr>
        <w:pStyle w:val="Reference"/>
      </w:pPr>
      <w:r>
        <w:t>[</w:t>
      </w:r>
      <w:r w:rsidR="00C61320">
        <w:t>4</w:t>
      </w:r>
      <w:r>
        <w:t>]</w:t>
      </w:r>
      <w:r>
        <w:tab/>
        <w:t>G.B. Smith et al., “Title of Paper”</w:t>
      </w:r>
      <w:r w:rsidR="00323071">
        <w:t>,</w:t>
      </w:r>
      <w:r>
        <w:t xml:space="preserve"> </w:t>
      </w:r>
      <w:r w:rsidRPr="00FD7A0F">
        <w:t>MOXAP07</w:t>
      </w:r>
      <w:r>
        <w:t xml:space="preserve">, </w:t>
      </w:r>
      <w:r w:rsidR="00BE111C">
        <w:t xml:space="preserve">these proceedings, </w:t>
      </w:r>
      <w:r w:rsidR="00A133DA">
        <w:t>IPAC’1</w:t>
      </w:r>
      <w:r w:rsidR="00BE111C">
        <w:t>4</w:t>
      </w:r>
      <w:r w:rsidR="00A133DA">
        <w:t xml:space="preserve">, </w:t>
      </w:r>
      <w:r w:rsidR="00BE111C">
        <w:t>Dresden, Germany (2014)</w:t>
      </w:r>
      <w:r w:rsidR="00BF6981">
        <w:t>.</w:t>
      </w:r>
    </w:p>
    <w:p w:rsidR="00BF6981" w:rsidRPr="007A3099" w:rsidRDefault="00BF6981" w:rsidP="00EE4291">
      <w:pPr>
        <w:pStyle w:val="Reference"/>
      </w:pPr>
      <w:r>
        <w:t xml:space="preserve"> </w:t>
      </w:r>
      <w:r w:rsidRPr="007A3099">
        <w:t>.</w:t>
      </w:r>
      <w:r w:rsidR="00553403" w:rsidRPr="007A3099">
        <w:tab/>
        <w:t>.</w:t>
      </w:r>
      <w:r w:rsidR="00553403" w:rsidRPr="007A3099">
        <w:tab/>
        <w:t>.</w:t>
      </w:r>
    </w:p>
    <w:p w:rsidR="00BF6981" w:rsidRPr="007A3099" w:rsidRDefault="00BF6981" w:rsidP="00EE4291">
      <w:pPr>
        <w:pStyle w:val="Reference"/>
      </w:pPr>
      <w:r w:rsidRPr="007A3099">
        <w:t xml:space="preserve"> .</w:t>
      </w:r>
      <w:r w:rsidR="00553403" w:rsidRPr="007A3099">
        <w:tab/>
        <w:t>.</w:t>
      </w:r>
      <w:r w:rsidR="00553403" w:rsidRPr="007A3099">
        <w:tab/>
        <w:t>.</w:t>
      </w:r>
    </w:p>
    <w:p w:rsidR="00BF6981" w:rsidRDefault="00BF6981" w:rsidP="00EE4291">
      <w:pPr>
        <w:pStyle w:val="Reference"/>
      </w:pPr>
      <w:r w:rsidRPr="007A3099">
        <w:t xml:space="preserve"> .</w:t>
      </w:r>
      <w:r w:rsidR="00553403" w:rsidRPr="007A3099">
        <w:tab/>
        <w:t>.</w:t>
      </w:r>
      <w:r w:rsidR="00553403" w:rsidRPr="007A3099">
        <w:tab/>
        <w:t>.</w:t>
      </w:r>
    </w:p>
    <w:p w:rsidR="00684271" w:rsidRDefault="00BF6981" w:rsidP="00EF4E58">
      <w:pPr>
        <w:pStyle w:val="Reference"/>
        <w:jc w:val="left"/>
      </w:pPr>
      <w:r>
        <w:t>[10]</w:t>
      </w:r>
      <w:r>
        <w:tab/>
        <w:t>B. Gnats, A. Jones, Phys. Rev. ST Accel. Beams 1, 011502 (1998).</w:t>
      </w:r>
    </w:p>
    <w:p w:rsidR="00684271" w:rsidRDefault="00684271" w:rsidP="00EE4291">
      <w:pPr>
        <w:pStyle w:val="Reference"/>
        <w:sectPr w:rsidR="00684271" w:rsidSect="00D90022">
          <w:footnotePr>
            <w:pos w:val="beneathText"/>
            <w:numFmt w:val="chicago"/>
          </w:footnotePr>
          <w:endnotePr>
            <w:numFmt w:val="decimal"/>
          </w:endnotePr>
          <w:type w:val="continuous"/>
          <w:pgSz w:w="11907" w:h="16840" w:code="9"/>
          <w:pgMar w:top="2102" w:right="1138" w:bottom="1080" w:left="1138" w:header="720" w:footer="720" w:gutter="0"/>
          <w:cols w:num="2" w:space="288"/>
          <w:docGrid w:linePitch="360"/>
        </w:sectPr>
      </w:pPr>
    </w:p>
    <w:p w:rsidR="00BF6981" w:rsidRPr="00165665" w:rsidRDefault="00BF6981" w:rsidP="00EE4291">
      <w:pPr>
        <w:pStyle w:val="Reference"/>
      </w:pPr>
    </w:p>
    <w:sectPr w:rsidR="00BF6981" w:rsidRPr="00165665" w:rsidSect="00D90022">
      <w:footnotePr>
        <w:pos w:val="beneathText"/>
        <w:numFmt w:val="chicago"/>
      </w:footnotePr>
      <w:endnotePr>
        <w:numFmt w:val="decimal"/>
      </w:endnotePr>
      <w:type w:val="continuous"/>
      <w:pgSz w:w="11907" w:h="16840" w:code="9"/>
      <w:pgMar w:top="2098" w:right="1134" w:bottom="1077" w:left="1134" w:header="720" w:footer="720" w:gutter="0"/>
      <w:cols w:num="2" w:space="28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7C7F" w:rsidRDefault="005F7C7F"/>
  </w:endnote>
  <w:endnote w:type="continuationSeparator" w:id="0">
    <w:p w:rsidR="005F7C7F" w:rsidRDefault="005F7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7C7F" w:rsidRDefault="005F7C7F">
      <w:r>
        <w:separator/>
      </w:r>
    </w:p>
  </w:footnote>
  <w:footnote w:type="continuationSeparator" w:id="0">
    <w:p w:rsidR="005F7C7F" w:rsidRDefault="005F7C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DCEA7E3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6A4BAB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CBC7BE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0A229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F04F82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72C11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8B0C45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EFA3D9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96894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6985E6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5A126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1324CD7"/>
    <w:multiLevelType w:val="hybridMultilevel"/>
    <w:tmpl w:val="0C5A38BE"/>
    <w:lvl w:ilvl="0" w:tplc="6D8E591C">
      <w:start w:val="1"/>
      <w:numFmt w:val="bullet"/>
      <w:pStyle w:val="BulletedList"/>
      <w:lvlText w:val=""/>
      <w:lvlJc w:val="left"/>
      <w:pPr>
        <w:tabs>
          <w:tab w:val="num" w:pos="389"/>
        </w:tabs>
        <w:ind w:left="389" w:hanging="202"/>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2" w15:restartNumberingAfterBreak="0">
    <w:nsid w:val="21EA3E2E"/>
    <w:multiLevelType w:val="multilevel"/>
    <w:tmpl w:val="40C6752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5C1427A8"/>
    <w:multiLevelType w:val="hybridMultilevel"/>
    <w:tmpl w:val="205E0C46"/>
    <w:lvl w:ilvl="0" w:tplc="4DE2586A">
      <w:start w:val="1"/>
      <w:numFmt w:val="decimal"/>
      <w:lvlText w:val="%1"/>
      <w:lvlJc w:val="left"/>
      <w:pPr>
        <w:tabs>
          <w:tab w:val="num" w:pos="360"/>
        </w:tabs>
        <w:ind w:left="360" w:hanging="360"/>
      </w:pPr>
      <w:rPr>
        <w:rFonts w:ascii="Times" w:hAnsi="Times" w:hint="default"/>
        <w:b/>
        <w:i w:val="0"/>
        <w:sz w:val="24"/>
      </w:rPr>
    </w:lvl>
    <w:lvl w:ilvl="1" w:tplc="3724E022">
      <w:numFmt w:val="none"/>
      <w:lvlText w:val=""/>
      <w:lvlJc w:val="left"/>
      <w:pPr>
        <w:tabs>
          <w:tab w:val="num" w:pos="360"/>
        </w:tabs>
      </w:pPr>
    </w:lvl>
    <w:lvl w:ilvl="2" w:tplc="3BA20238">
      <w:numFmt w:val="none"/>
      <w:lvlText w:val=""/>
      <w:lvlJc w:val="left"/>
      <w:pPr>
        <w:tabs>
          <w:tab w:val="num" w:pos="360"/>
        </w:tabs>
      </w:pPr>
    </w:lvl>
    <w:lvl w:ilvl="3" w:tplc="998E4A0A">
      <w:numFmt w:val="none"/>
      <w:lvlText w:val=""/>
      <w:lvlJc w:val="left"/>
      <w:pPr>
        <w:tabs>
          <w:tab w:val="num" w:pos="360"/>
        </w:tabs>
      </w:pPr>
    </w:lvl>
    <w:lvl w:ilvl="4" w:tplc="C4D83908">
      <w:numFmt w:val="none"/>
      <w:lvlText w:val=""/>
      <w:lvlJc w:val="left"/>
      <w:pPr>
        <w:tabs>
          <w:tab w:val="num" w:pos="360"/>
        </w:tabs>
      </w:pPr>
    </w:lvl>
    <w:lvl w:ilvl="5" w:tplc="78FE03DA">
      <w:numFmt w:val="none"/>
      <w:lvlText w:val=""/>
      <w:lvlJc w:val="left"/>
      <w:pPr>
        <w:tabs>
          <w:tab w:val="num" w:pos="360"/>
        </w:tabs>
      </w:pPr>
    </w:lvl>
    <w:lvl w:ilvl="6" w:tplc="24AAE1CA">
      <w:numFmt w:val="none"/>
      <w:lvlText w:val=""/>
      <w:lvlJc w:val="left"/>
      <w:pPr>
        <w:tabs>
          <w:tab w:val="num" w:pos="360"/>
        </w:tabs>
      </w:pPr>
    </w:lvl>
    <w:lvl w:ilvl="7" w:tplc="AC7C8E80">
      <w:numFmt w:val="none"/>
      <w:lvlText w:val=""/>
      <w:lvlJc w:val="left"/>
      <w:pPr>
        <w:tabs>
          <w:tab w:val="num" w:pos="360"/>
        </w:tabs>
      </w:pPr>
    </w:lvl>
    <w:lvl w:ilvl="8" w:tplc="5EA8CA18">
      <w:numFmt w:val="none"/>
      <w:lvlText w:val=""/>
      <w:lvlJc w:val="left"/>
      <w:pPr>
        <w:tabs>
          <w:tab w:val="num" w:pos="360"/>
        </w:tabs>
      </w:pPr>
    </w:lvl>
  </w:abstractNum>
  <w:abstractNum w:abstractNumId="14" w15:restartNumberingAfterBreak="0">
    <w:nsid w:val="5EFC4232"/>
    <w:multiLevelType w:val="hybridMultilevel"/>
    <w:tmpl w:val="72B044C4"/>
    <w:lvl w:ilvl="0" w:tplc="0409000F">
      <w:start w:val="1"/>
      <w:numFmt w:val="decimal"/>
      <w:lvlText w:val="%1."/>
      <w:lvlJc w:val="left"/>
      <w:pPr>
        <w:ind w:left="907" w:hanging="360"/>
      </w:pPr>
      <w:rPr>
        <w:rFonts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15" w15:restartNumberingAfterBreak="0">
    <w:nsid w:val="67016AE4"/>
    <w:multiLevelType w:val="hybridMultilevel"/>
    <w:tmpl w:val="F82663BE"/>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num w:numId="1">
    <w:abstractNumId w:val="13"/>
  </w:num>
  <w:num w:numId="2">
    <w:abstractNumId w:val="11"/>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5"/>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29"/>
  <w:drawingGridVerticalSpacing w:val="187"/>
  <w:displayHorizontalDrawingGridEvery w:val="2"/>
  <w:displayVerticalDrawingGridEvery w:val="2"/>
  <w:noPunctuationKerning/>
  <w:characterSpacingControl w:val="doNotCompress"/>
  <w:footnotePr>
    <w:pos w:val="beneathText"/>
    <w:numFmt w:val="chicago"/>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73C"/>
    <w:rsid w:val="00007CCD"/>
    <w:rsid w:val="00013ABB"/>
    <w:rsid w:val="00020432"/>
    <w:rsid w:val="00052CB4"/>
    <w:rsid w:val="00056950"/>
    <w:rsid w:val="0007331E"/>
    <w:rsid w:val="00074A20"/>
    <w:rsid w:val="000A2A9A"/>
    <w:rsid w:val="000C1815"/>
    <w:rsid w:val="000D0EE2"/>
    <w:rsid w:val="000E1BEA"/>
    <w:rsid w:val="000E28FD"/>
    <w:rsid w:val="000E57D6"/>
    <w:rsid w:val="000F3F19"/>
    <w:rsid w:val="00113EB7"/>
    <w:rsid w:val="0014145F"/>
    <w:rsid w:val="0015344C"/>
    <w:rsid w:val="00165665"/>
    <w:rsid w:val="00166737"/>
    <w:rsid w:val="00197F96"/>
    <w:rsid w:val="001D6284"/>
    <w:rsid w:val="001E78D7"/>
    <w:rsid w:val="001F5C87"/>
    <w:rsid w:val="00243C3F"/>
    <w:rsid w:val="00256197"/>
    <w:rsid w:val="00263536"/>
    <w:rsid w:val="002B3C84"/>
    <w:rsid w:val="002C6318"/>
    <w:rsid w:val="002D2A47"/>
    <w:rsid w:val="003003BA"/>
    <w:rsid w:val="00323071"/>
    <w:rsid w:val="003412C6"/>
    <w:rsid w:val="00370789"/>
    <w:rsid w:val="0037743E"/>
    <w:rsid w:val="00394F4B"/>
    <w:rsid w:val="0039673C"/>
    <w:rsid w:val="003A007C"/>
    <w:rsid w:val="003A2652"/>
    <w:rsid w:val="003A575A"/>
    <w:rsid w:val="003C2B35"/>
    <w:rsid w:val="003C52DD"/>
    <w:rsid w:val="003E4017"/>
    <w:rsid w:val="00404AD2"/>
    <w:rsid w:val="0044185D"/>
    <w:rsid w:val="0049346D"/>
    <w:rsid w:val="004A1546"/>
    <w:rsid w:val="004D5B62"/>
    <w:rsid w:val="004F2A1D"/>
    <w:rsid w:val="00500A60"/>
    <w:rsid w:val="00506C77"/>
    <w:rsid w:val="00541B68"/>
    <w:rsid w:val="00552435"/>
    <w:rsid w:val="00553403"/>
    <w:rsid w:val="005659FD"/>
    <w:rsid w:val="005779BE"/>
    <w:rsid w:val="005909C8"/>
    <w:rsid w:val="005C76FE"/>
    <w:rsid w:val="005E24F7"/>
    <w:rsid w:val="005F6709"/>
    <w:rsid w:val="005F7C7F"/>
    <w:rsid w:val="00610E67"/>
    <w:rsid w:val="006227CD"/>
    <w:rsid w:val="0064089E"/>
    <w:rsid w:val="006560C3"/>
    <w:rsid w:val="00662C6C"/>
    <w:rsid w:val="006773E4"/>
    <w:rsid w:val="006811B5"/>
    <w:rsid w:val="00684271"/>
    <w:rsid w:val="006845B5"/>
    <w:rsid w:val="006907B3"/>
    <w:rsid w:val="006A11F7"/>
    <w:rsid w:val="006C4610"/>
    <w:rsid w:val="006C58CD"/>
    <w:rsid w:val="006F69A8"/>
    <w:rsid w:val="00705910"/>
    <w:rsid w:val="00756040"/>
    <w:rsid w:val="00761218"/>
    <w:rsid w:val="00762813"/>
    <w:rsid w:val="007A3099"/>
    <w:rsid w:val="007B1A5A"/>
    <w:rsid w:val="007D1D1F"/>
    <w:rsid w:val="007F0E02"/>
    <w:rsid w:val="007F29FF"/>
    <w:rsid w:val="00801CB2"/>
    <w:rsid w:val="008104CC"/>
    <w:rsid w:val="0082594C"/>
    <w:rsid w:val="00875D2B"/>
    <w:rsid w:val="008A01FD"/>
    <w:rsid w:val="008B10C8"/>
    <w:rsid w:val="008F5E79"/>
    <w:rsid w:val="00910B4C"/>
    <w:rsid w:val="009201DC"/>
    <w:rsid w:val="00963151"/>
    <w:rsid w:val="00973EE7"/>
    <w:rsid w:val="009B15A2"/>
    <w:rsid w:val="009B3971"/>
    <w:rsid w:val="009C5D88"/>
    <w:rsid w:val="009D099F"/>
    <w:rsid w:val="009D1438"/>
    <w:rsid w:val="009E24BD"/>
    <w:rsid w:val="00A045D8"/>
    <w:rsid w:val="00A06B28"/>
    <w:rsid w:val="00A133DA"/>
    <w:rsid w:val="00A35069"/>
    <w:rsid w:val="00A45AC9"/>
    <w:rsid w:val="00A5111A"/>
    <w:rsid w:val="00A53915"/>
    <w:rsid w:val="00A748B1"/>
    <w:rsid w:val="00AA3EDF"/>
    <w:rsid w:val="00AB1310"/>
    <w:rsid w:val="00AB2D00"/>
    <w:rsid w:val="00AD583B"/>
    <w:rsid w:val="00AE1E3B"/>
    <w:rsid w:val="00AF78D0"/>
    <w:rsid w:val="00B216A3"/>
    <w:rsid w:val="00B229FB"/>
    <w:rsid w:val="00B36423"/>
    <w:rsid w:val="00B75D5E"/>
    <w:rsid w:val="00B84D83"/>
    <w:rsid w:val="00B94C4E"/>
    <w:rsid w:val="00BB0C26"/>
    <w:rsid w:val="00BC515F"/>
    <w:rsid w:val="00BC6316"/>
    <w:rsid w:val="00BC6C9C"/>
    <w:rsid w:val="00BE111C"/>
    <w:rsid w:val="00BF6981"/>
    <w:rsid w:val="00C12DA9"/>
    <w:rsid w:val="00C1477B"/>
    <w:rsid w:val="00C31768"/>
    <w:rsid w:val="00C53798"/>
    <w:rsid w:val="00C61320"/>
    <w:rsid w:val="00CA421B"/>
    <w:rsid w:val="00CE6848"/>
    <w:rsid w:val="00CF5D37"/>
    <w:rsid w:val="00D02203"/>
    <w:rsid w:val="00D232F3"/>
    <w:rsid w:val="00D550FB"/>
    <w:rsid w:val="00D800B1"/>
    <w:rsid w:val="00D90022"/>
    <w:rsid w:val="00D91B03"/>
    <w:rsid w:val="00DE79DC"/>
    <w:rsid w:val="00E47E1F"/>
    <w:rsid w:val="00E53CA4"/>
    <w:rsid w:val="00E854DE"/>
    <w:rsid w:val="00EB1E89"/>
    <w:rsid w:val="00EC74E3"/>
    <w:rsid w:val="00ED68CD"/>
    <w:rsid w:val="00EE4291"/>
    <w:rsid w:val="00EF4E58"/>
    <w:rsid w:val="00EF5BB8"/>
    <w:rsid w:val="00F2614A"/>
    <w:rsid w:val="00F347FB"/>
    <w:rsid w:val="00F4797F"/>
    <w:rsid w:val="00F63E4F"/>
    <w:rsid w:val="00F9171F"/>
    <w:rsid w:val="00FA4B60"/>
    <w:rsid w:val="00FC42DB"/>
    <w:rsid w:val="00FD3F5D"/>
    <w:rsid w:val="00FD6D48"/>
    <w:rsid w:val="00FD7A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EAF3F0E-4462-47BF-BC93-588B67FD6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99"/>
    <w:semiHidden/>
    <w:qFormat/>
    <w:rsid w:val="00B36423"/>
    <w:pPr>
      <w:jc w:val="both"/>
    </w:pPr>
    <w:rPr>
      <w:rFonts w:ascii="Times" w:hAnsi="Times"/>
      <w:szCs w:val="24"/>
      <w:lang w:val="en-GB"/>
    </w:rPr>
  </w:style>
  <w:style w:type="paragraph" w:styleId="berschrift1">
    <w:name w:val="heading 1"/>
    <w:next w:val="AuthorList"/>
    <w:uiPriority w:val="99"/>
    <w:semiHidden/>
    <w:rsid w:val="006C58CD"/>
    <w:pPr>
      <w:keepNext/>
      <w:spacing w:after="60"/>
      <w:jc w:val="center"/>
      <w:outlineLvl w:val="0"/>
    </w:pPr>
    <w:rPr>
      <w:rFonts w:cs="Arial"/>
      <w:b/>
      <w:bCs/>
      <w:caps/>
      <w:kern w:val="32"/>
      <w:sz w:val="28"/>
      <w:szCs w:val="32"/>
      <w:lang w:val="en-GB"/>
    </w:rPr>
  </w:style>
  <w:style w:type="paragraph" w:styleId="berschrift2">
    <w:name w:val="heading 2"/>
    <w:next w:val="Textkrper-Zeileneinzug"/>
    <w:uiPriority w:val="99"/>
    <w:semiHidden/>
    <w:qFormat/>
    <w:rsid w:val="006C58CD"/>
    <w:pPr>
      <w:keepNext/>
      <w:spacing w:before="240" w:after="60"/>
      <w:jc w:val="center"/>
      <w:outlineLvl w:val="1"/>
    </w:pPr>
    <w:rPr>
      <w:rFonts w:cs="Arial"/>
      <w:b/>
      <w:bCs/>
      <w:iCs/>
      <w:caps/>
      <w:kern w:val="16"/>
      <w:sz w:val="24"/>
      <w:szCs w:val="28"/>
      <w:lang w:val="en-GB"/>
    </w:rPr>
  </w:style>
  <w:style w:type="paragraph" w:styleId="berschrift3">
    <w:name w:val="heading 3"/>
    <w:next w:val="Textkrper-Zeileneinzug"/>
    <w:uiPriority w:val="99"/>
    <w:semiHidden/>
    <w:qFormat/>
    <w:rsid w:val="006C58CD"/>
    <w:pPr>
      <w:keepNext/>
      <w:spacing w:before="120" w:after="60"/>
      <w:outlineLvl w:val="2"/>
    </w:pPr>
    <w:rPr>
      <w:rFonts w:cs="Arial"/>
      <w:bCs/>
      <w:i/>
      <w:sz w:val="24"/>
      <w:szCs w:val="26"/>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uiPriority w:val="99"/>
    <w:semiHidden/>
    <w:rsid w:val="006C58CD"/>
    <w:rPr>
      <w:sz w:val="16"/>
      <w:lang w:val="en-GB"/>
    </w:rPr>
  </w:style>
  <w:style w:type="paragraph" w:customStyle="1" w:styleId="AbstractTitle">
    <w:name w:val="Abstract Title"/>
    <w:next w:val="Textkrper-Zeileneinzug"/>
    <w:uiPriority w:val="2"/>
    <w:rsid w:val="00B36423"/>
    <w:pPr>
      <w:spacing w:after="60"/>
    </w:pPr>
    <w:rPr>
      <w:i/>
      <w:kern w:val="16"/>
      <w:sz w:val="24"/>
      <w:szCs w:val="24"/>
      <w:lang w:val="en-GB"/>
    </w:rPr>
  </w:style>
  <w:style w:type="paragraph" w:customStyle="1" w:styleId="AuthorList">
    <w:name w:val="Author List"/>
    <w:next w:val="AbstractTitle"/>
    <w:autoRedefine/>
    <w:uiPriority w:val="1"/>
    <w:rsid w:val="00DE79DC"/>
    <w:pPr>
      <w:spacing w:before="180" w:after="240"/>
      <w:jc w:val="center"/>
    </w:pPr>
    <w:rPr>
      <w:sz w:val="24"/>
      <w:szCs w:val="24"/>
      <w:lang w:val="en-GB"/>
    </w:rPr>
  </w:style>
  <w:style w:type="paragraph" w:customStyle="1" w:styleId="FigureCaption">
    <w:name w:val="Figure Caption"/>
    <w:next w:val="Textkrper-Zeileneinzug"/>
    <w:uiPriority w:val="6"/>
    <w:rsid w:val="002C6318"/>
    <w:pPr>
      <w:spacing w:before="60" w:after="120"/>
      <w:jc w:val="center"/>
    </w:pPr>
    <w:rPr>
      <w:szCs w:val="24"/>
      <w:lang w:val="en-GB"/>
    </w:rPr>
  </w:style>
  <w:style w:type="paragraph" w:customStyle="1" w:styleId="TableCaption">
    <w:name w:val="Table Caption"/>
    <w:next w:val="Textkrper-Zeileneinzug"/>
    <w:uiPriority w:val="7"/>
    <w:rsid w:val="006C58CD"/>
    <w:pPr>
      <w:spacing w:before="60" w:after="60"/>
      <w:jc w:val="center"/>
    </w:pPr>
    <w:rPr>
      <w:szCs w:val="24"/>
      <w:lang w:val="en-GB"/>
    </w:rPr>
  </w:style>
  <w:style w:type="character" w:styleId="Funotenzeichen">
    <w:name w:val="footnote reference"/>
    <w:basedOn w:val="Absatz-Standardschriftart"/>
    <w:uiPriority w:val="99"/>
    <w:semiHidden/>
    <w:rsid w:val="006C58CD"/>
    <w:rPr>
      <w:rFonts w:ascii="Times New Roman" w:hAnsi="Times New Roman"/>
      <w:sz w:val="20"/>
      <w:vertAlign w:val="superscript"/>
    </w:rPr>
  </w:style>
  <w:style w:type="paragraph" w:customStyle="1" w:styleId="Equation">
    <w:name w:val="Equation"/>
    <w:basedOn w:val="BodyTextNoIndent"/>
    <w:next w:val="BodyTextNoIndent"/>
    <w:autoRedefine/>
    <w:uiPriority w:val="5"/>
    <w:rsid w:val="00D02203"/>
    <w:pPr>
      <w:tabs>
        <w:tab w:val="center" w:pos="2340"/>
        <w:tab w:val="right" w:pos="4673"/>
      </w:tabs>
      <w:spacing w:before="240" w:after="240"/>
    </w:pPr>
    <w:rPr>
      <w:kern w:val="16"/>
    </w:rPr>
  </w:style>
  <w:style w:type="paragraph" w:customStyle="1" w:styleId="Reference">
    <w:name w:val="Reference"/>
    <w:basedOn w:val="Standard"/>
    <w:link w:val="ReferenceChar"/>
    <w:uiPriority w:val="8"/>
    <w:qFormat/>
    <w:rsid w:val="00AD583B"/>
    <w:pPr>
      <w:tabs>
        <w:tab w:val="left" w:pos="360"/>
      </w:tabs>
      <w:ind w:left="360" w:hanging="360"/>
    </w:pPr>
  </w:style>
  <w:style w:type="paragraph" w:styleId="Textkrper-Zeileneinzug">
    <w:name w:val="Body Text Indent"/>
    <w:uiPriority w:val="9"/>
    <w:rsid w:val="002C6318"/>
    <w:pPr>
      <w:ind w:firstLine="187"/>
      <w:jc w:val="both"/>
    </w:pPr>
    <w:rPr>
      <w:lang w:val="en-GB"/>
    </w:rPr>
  </w:style>
  <w:style w:type="character" w:styleId="Hyperlink">
    <w:name w:val="Hyperlink"/>
    <w:basedOn w:val="Absatz-Standardschriftart"/>
    <w:uiPriority w:val="99"/>
    <w:semiHidden/>
    <w:rsid w:val="00370789"/>
    <w:rPr>
      <w:color w:val="0000FF"/>
      <w:u w:val="single"/>
    </w:rPr>
  </w:style>
  <w:style w:type="paragraph" w:customStyle="1" w:styleId="BulletedList">
    <w:name w:val="Bulleted List"/>
    <w:uiPriority w:val="9"/>
    <w:rsid w:val="003C52DD"/>
    <w:pPr>
      <w:numPr>
        <w:numId w:val="2"/>
      </w:numPr>
      <w:jc w:val="both"/>
    </w:pPr>
    <w:rPr>
      <w:szCs w:val="24"/>
      <w:lang w:val="en-GB"/>
    </w:rPr>
  </w:style>
  <w:style w:type="character" w:customStyle="1" w:styleId="ReferenceChar">
    <w:name w:val="Reference Char"/>
    <w:basedOn w:val="Absatz-Standardschriftart"/>
    <w:link w:val="Reference"/>
    <w:uiPriority w:val="8"/>
    <w:rsid w:val="00B36423"/>
    <w:rPr>
      <w:rFonts w:ascii="Times" w:hAnsi="Times"/>
      <w:szCs w:val="24"/>
      <w:lang w:val="en-GB"/>
    </w:rPr>
  </w:style>
  <w:style w:type="paragraph" w:styleId="Beschriftung">
    <w:name w:val="caption"/>
    <w:basedOn w:val="Standard"/>
    <w:next w:val="Standard"/>
    <w:uiPriority w:val="99"/>
    <w:semiHidden/>
    <w:qFormat/>
    <w:rsid w:val="00370789"/>
    <w:pPr>
      <w:spacing w:before="120" w:after="120"/>
    </w:pPr>
    <w:rPr>
      <w:b/>
      <w:bCs/>
      <w:szCs w:val="20"/>
    </w:rPr>
  </w:style>
  <w:style w:type="paragraph" w:customStyle="1" w:styleId="BodyTextNoIndent">
    <w:name w:val="Body Text No Indent"/>
    <w:basedOn w:val="Textkrper-Zeileneinzug"/>
    <w:uiPriority w:val="9"/>
    <w:rsid w:val="002C6318"/>
    <w:pPr>
      <w:ind w:firstLine="0"/>
    </w:pPr>
  </w:style>
  <w:style w:type="paragraph" w:customStyle="1" w:styleId="FigureCaptionMultiLine">
    <w:name w:val="Figure Caption Multi Line"/>
    <w:basedOn w:val="FigureCaption"/>
    <w:next w:val="Textkrper-Zeileneinzug"/>
    <w:uiPriority w:val="6"/>
    <w:rsid w:val="006C58CD"/>
    <w:pPr>
      <w:jc w:val="both"/>
    </w:pPr>
    <w:rPr>
      <w:szCs w:val="20"/>
    </w:rPr>
  </w:style>
  <w:style w:type="paragraph" w:customStyle="1" w:styleId="TableCaptionMultiLine">
    <w:name w:val="Table Caption Multi Line"/>
    <w:basedOn w:val="TableCaption"/>
    <w:next w:val="Textkrper-Zeileneinzug"/>
    <w:uiPriority w:val="7"/>
    <w:rsid w:val="006C58CD"/>
    <w:pPr>
      <w:jc w:val="both"/>
    </w:pPr>
    <w:rPr>
      <w:szCs w:val="20"/>
    </w:rPr>
  </w:style>
  <w:style w:type="paragraph" w:styleId="Sprechblasentext">
    <w:name w:val="Balloon Text"/>
    <w:basedOn w:val="Standard"/>
    <w:link w:val="SprechblasentextZchn"/>
    <w:uiPriority w:val="99"/>
    <w:semiHidden/>
    <w:unhideWhenUsed/>
    <w:rsid w:val="009B15A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B15A2"/>
    <w:rPr>
      <w:rFonts w:ascii="Tahoma" w:hAnsi="Tahoma" w:cs="Tahoma"/>
      <w:sz w:val="16"/>
      <w:szCs w:val="16"/>
      <w:lang w:val="en-GB"/>
    </w:rPr>
  </w:style>
  <w:style w:type="character" w:styleId="Kommentarzeichen">
    <w:name w:val="annotation reference"/>
    <w:basedOn w:val="Absatz-Standardschriftart"/>
    <w:uiPriority w:val="99"/>
    <w:semiHidden/>
    <w:unhideWhenUsed/>
    <w:rsid w:val="00013ABB"/>
    <w:rPr>
      <w:sz w:val="16"/>
      <w:szCs w:val="16"/>
    </w:rPr>
  </w:style>
  <w:style w:type="paragraph" w:styleId="Kommentartext">
    <w:name w:val="annotation text"/>
    <w:basedOn w:val="Standard"/>
    <w:link w:val="KommentartextZchn"/>
    <w:uiPriority w:val="99"/>
    <w:semiHidden/>
    <w:unhideWhenUsed/>
    <w:rsid w:val="00013ABB"/>
    <w:rPr>
      <w:szCs w:val="20"/>
    </w:rPr>
  </w:style>
  <w:style w:type="character" w:customStyle="1" w:styleId="KommentartextZchn">
    <w:name w:val="Kommentartext Zchn"/>
    <w:basedOn w:val="Absatz-Standardschriftart"/>
    <w:link w:val="Kommentartext"/>
    <w:uiPriority w:val="99"/>
    <w:semiHidden/>
    <w:rsid w:val="00013ABB"/>
    <w:rPr>
      <w:rFonts w:ascii="Times" w:hAnsi="Times"/>
      <w:lang w:val="en-GB"/>
    </w:rPr>
  </w:style>
  <w:style w:type="paragraph" w:styleId="Kommentarthema">
    <w:name w:val="annotation subject"/>
    <w:basedOn w:val="Kommentartext"/>
    <w:next w:val="Kommentartext"/>
    <w:link w:val="KommentarthemaZchn"/>
    <w:uiPriority w:val="99"/>
    <w:semiHidden/>
    <w:unhideWhenUsed/>
    <w:rsid w:val="00013ABB"/>
    <w:rPr>
      <w:b/>
      <w:bCs/>
    </w:rPr>
  </w:style>
  <w:style w:type="character" w:customStyle="1" w:styleId="KommentarthemaZchn">
    <w:name w:val="Kommentarthema Zchn"/>
    <w:basedOn w:val="KommentartextZchn"/>
    <w:link w:val="Kommentarthema"/>
    <w:uiPriority w:val="99"/>
    <w:semiHidden/>
    <w:rsid w:val="00013ABB"/>
    <w:rPr>
      <w:rFonts w:ascii="Times" w:hAnsi="Times"/>
      <w:b/>
      <w:bCs/>
      <w:lang w:val="en-GB"/>
    </w:rPr>
  </w:style>
  <w:style w:type="paragraph" w:customStyle="1" w:styleId="PaperTitle">
    <w:name w:val="Paper Title"/>
    <w:basedOn w:val="berschrift1"/>
    <w:qFormat/>
    <w:rsid w:val="00C1477B"/>
  </w:style>
  <w:style w:type="paragraph" w:customStyle="1" w:styleId="SectionHeading">
    <w:name w:val="Section Heading"/>
    <w:basedOn w:val="berschrift2"/>
    <w:uiPriority w:val="3"/>
    <w:qFormat/>
    <w:rsid w:val="00C1477B"/>
  </w:style>
  <w:style w:type="paragraph" w:customStyle="1" w:styleId="SubsectionHeading">
    <w:name w:val="Subsection Heading"/>
    <w:basedOn w:val="berschrift3"/>
    <w:uiPriority w:val="4"/>
    <w:qFormat/>
    <w:rsid w:val="00541B68"/>
    <w:rPr>
      <w:kern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D:\work\JACoW\2015\TM'2015\processing\JACoW_W10_A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7DEB04-27C7-40F3-8EB3-D27545ADC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JACoW_W10_A4.dotx</Template>
  <TotalTime>0</TotalTime>
  <Pages>4</Pages>
  <Words>1627</Words>
  <Characters>10251</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Raphael Mueller</dc:creator>
  <cp:lastModifiedBy>Mueller, Raphael</cp:lastModifiedBy>
  <cp:revision>2</cp:revision>
  <cp:lastPrinted>2014-03-19T22:33:00Z</cp:lastPrinted>
  <dcterms:created xsi:type="dcterms:W3CDTF">2015-11-18T15:33:00Z</dcterms:created>
  <dcterms:modified xsi:type="dcterms:W3CDTF">2016-11-09T17:07:00Z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-615193747</vt:i4>
  </property>
  <property fmtid="{D5CDD505-2E9C-101B-9397-08002B2CF9AE}" pid="3" name="_EmailSubject">
    <vt:lpwstr>Word XP Templates</vt:lpwstr>
  </property>
  <property fmtid="{D5CDD505-2E9C-101B-9397-08002B2CF9AE}" pid="4" name="_AuthorEmail">
    <vt:lpwstr>s.a.webber@worldnet.att.net</vt:lpwstr>
  </property>
  <property fmtid="{D5CDD505-2E9C-101B-9397-08002B2CF9AE}" pid="5" name="_AuthorEmailDisplayName">
    <vt:lpwstr>Sara Webber</vt:lpwstr>
  </property>
  <property fmtid="{D5CDD505-2E9C-101B-9397-08002B2CF9AE}" pid="6" name="_ReviewingToolsShownOnce">
    <vt:lpwstr/>
  </property>
</Properties>
</file>